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F26D5" w14:paraId="71B56870" w14:textId="77777777" w:rsidTr="00146EEC">
        <w:tc>
          <w:tcPr>
            <w:tcW w:w="2689" w:type="dxa"/>
          </w:tcPr>
          <w:p w14:paraId="39CE7822" w14:textId="3B6E0C3D" w:rsidR="006F26D5" w:rsidRPr="006F26D5" w:rsidRDefault="006F26D5" w:rsidP="006F26D5">
            <w:pPr>
              <w:pStyle w:val="SIText"/>
            </w:pPr>
            <w:r w:rsidRPr="006F26D5">
              <w:t>Release 1</w:t>
            </w:r>
          </w:p>
        </w:tc>
        <w:tc>
          <w:tcPr>
            <w:tcW w:w="6939" w:type="dxa"/>
          </w:tcPr>
          <w:p w14:paraId="40E37968" w14:textId="5C7B0999" w:rsidR="006F26D5" w:rsidRPr="006F26D5" w:rsidRDefault="006F26D5" w:rsidP="006F26D5">
            <w:pPr>
              <w:pStyle w:val="SIText"/>
            </w:pPr>
            <w:r w:rsidRPr="006F26D5">
              <w:t xml:space="preserve">This version released with FWP Forest and Wood Products Training Package Version </w:t>
            </w:r>
            <w:r w:rsidR="00207A66">
              <w:t>7</w:t>
            </w:r>
            <w:r w:rsidRPr="006F26D5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E10A28B" w:rsidR="00F1480E" w:rsidRPr="000754EC" w:rsidRDefault="00EA2FCF" w:rsidP="000754EC">
            <w:pPr>
              <w:pStyle w:val="SIUNITCODE"/>
            </w:pPr>
            <w:r w:rsidRPr="00EA2FCF">
              <w:t>FWP</w:t>
            </w:r>
            <w:r w:rsidR="00DE6E0D">
              <w:t>FGM</w:t>
            </w:r>
            <w:r w:rsidR="00207A66">
              <w:t>XXXX</w:t>
            </w:r>
          </w:p>
        </w:tc>
        <w:tc>
          <w:tcPr>
            <w:tcW w:w="3604" w:type="pct"/>
            <w:shd w:val="clear" w:color="auto" w:fill="auto"/>
          </w:tcPr>
          <w:p w14:paraId="68240ED7" w14:textId="33587D32" w:rsidR="00F1480E" w:rsidRPr="000754EC" w:rsidRDefault="00207A66" w:rsidP="000754EC">
            <w:pPr>
              <w:pStyle w:val="SIUnittitle"/>
            </w:pPr>
            <w:r w:rsidRPr="00207A66">
              <w:t>Apply knowledge of forestry contributions to carbon reduction strategies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BB6B887" w14:textId="5DAE2038" w:rsidR="009A124F" w:rsidRPr="00AE609D" w:rsidRDefault="009A124F" w:rsidP="00AE609D">
            <w:pPr>
              <w:pStyle w:val="SIText"/>
            </w:pPr>
            <w:r w:rsidRPr="00AE609D">
              <w:t xml:space="preserve">This unit of competency describes the </w:t>
            </w:r>
            <w:r w:rsidR="008830C1" w:rsidRPr="00AE609D">
              <w:t xml:space="preserve">skills and </w:t>
            </w:r>
            <w:r w:rsidR="00CE7DBA" w:rsidRPr="00AE609D">
              <w:t xml:space="preserve">knowledge </w:t>
            </w:r>
            <w:r w:rsidRPr="00AE609D">
              <w:t xml:space="preserve">required to </w:t>
            </w:r>
            <w:r w:rsidR="00F602EE" w:rsidRPr="00AE609D">
              <w:t>explain the contribution of forestry to carbon reduction</w:t>
            </w:r>
            <w:r w:rsidR="00787F3D" w:rsidRPr="00AE609D">
              <w:t xml:space="preserve"> to </w:t>
            </w:r>
            <w:r w:rsidR="00AE609D" w:rsidRPr="00AE609D">
              <w:t>va</w:t>
            </w:r>
            <w:r w:rsidR="00787F3D" w:rsidRPr="00AE609D">
              <w:t>riety of professional and non-professional a</w:t>
            </w:r>
            <w:r w:rsidR="00AE609D" w:rsidRPr="00AE609D">
              <w:t>udiences</w:t>
            </w:r>
            <w:r w:rsidR="00F602EE" w:rsidRPr="00AE609D">
              <w:t xml:space="preserve"> and </w:t>
            </w:r>
            <w:r w:rsidR="00AE609D" w:rsidRPr="00AE609D">
              <w:t xml:space="preserve">to </w:t>
            </w:r>
            <w:r w:rsidR="002F2BF6" w:rsidRPr="00AE609D">
              <w:t xml:space="preserve">apply knowledge of forest carbon stock measuring and monitoring techniques </w:t>
            </w:r>
            <w:r w:rsidR="00787F3D" w:rsidRPr="00AE609D">
              <w:t>in planning and implementing carbon reduction strategies in the forestry industry</w:t>
            </w:r>
            <w:r w:rsidR="00AE609D" w:rsidRPr="00AE609D">
              <w:t>.</w:t>
            </w:r>
          </w:p>
          <w:p w14:paraId="4BD1E564" w14:textId="77777777" w:rsidR="009A124F" w:rsidRPr="00AE609D" w:rsidRDefault="009A124F" w:rsidP="00AE609D">
            <w:pPr>
              <w:pStyle w:val="SIText"/>
            </w:pPr>
          </w:p>
          <w:p w14:paraId="4E59F8B5" w14:textId="0B23E473" w:rsidR="009A124F" w:rsidRPr="00AE609D" w:rsidRDefault="009A124F" w:rsidP="00AE609D">
            <w:pPr>
              <w:pStyle w:val="SIText"/>
            </w:pPr>
            <w:r w:rsidRPr="00AE609D">
              <w:t>The unit applies to</w:t>
            </w:r>
            <w:r w:rsidR="00B95437" w:rsidRPr="00AE609D">
              <w:t xml:space="preserve"> individuals who are involved in</w:t>
            </w:r>
            <w:r w:rsidR="00CE7DBA" w:rsidRPr="00AE609D">
              <w:t xml:space="preserve"> planning and implement</w:t>
            </w:r>
            <w:r w:rsidR="009B24A6" w:rsidRPr="00AE609D">
              <w:t>ing</w:t>
            </w:r>
            <w:r w:rsidR="00CE7DBA" w:rsidRPr="00AE609D">
              <w:t xml:space="preserve"> carbon reduction strategies in the forestry industry</w:t>
            </w:r>
            <w:r w:rsidRPr="00AE609D">
              <w:t>.</w:t>
            </w:r>
          </w:p>
          <w:p w14:paraId="4BFD51B5" w14:textId="77777777" w:rsidR="00B95437" w:rsidRPr="00AE609D" w:rsidRDefault="00B95437" w:rsidP="00AE609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F312F4E" w14:textId="4CF0C689" w:rsidR="00B95437" w:rsidRPr="00AE609D" w:rsidRDefault="00B95437" w:rsidP="00AE609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E609D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6CA70740" w14:textId="77777777" w:rsidR="009A124F" w:rsidRPr="00AE609D" w:rsidRDefault="009A124F" w:rsidP="00AE609D">
            <w:pPr>
              <w:pStyle w:val="SIText"/>
            </w:pPr>
          </w:p>
          <w:p w14:paraId="034C6C33" w14:textId="5BD7686C" w:rsidR="00EA2FCF" w:rsidRPr="000754EC" w:rsidRDefault="00445701" w:rsidP="009A124F">
            <w:pPr>
              <w:pStyle w:val="SIText"/>
            </w:pPr>
            <w:r w:rsidRPr="00AE609D">
              <w:rPr>
                <w:rStyle w:val="SITemporaryText-red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71CDD21F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07F3C126" w:rsidR="00F1480E" w:rsidRPr="000754EC" w:rsidRDefault="00DE6E0D" w:rsidP="00BE0098">
            <w:pPr>
              <w:pStyle w:val="SIText"/>
            </w:pPr>
            <w:r>
              <w:t>Forest Growing and Management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A54B5" w:rsidRPr="00DA54B5" w14:paraId="4C30F19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9E57D4" w14:textId="33CDFF34" w:rsidR="00DA54B5" w:rsidRPr="0036195A" w:rsidRDefault="00B66F68" w:rsidP="0036195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6195A">
              <w:rPr>
                <w:rStyle w:val="SITemporaryText-red"/>
                <w:color w:val="auto"/>
                <w:sz w:val="20"/>
              </w:rPr>
              <w:t>1</w:t>
            </w:r>
            <w:r w:rsidR="00DA54B5" w:rsidRPr="0036195A">
              <w:rPr>
                <w:rStyle w:val="SITemporaryText-red"/>
                <w:color w:val="auto"/>
                <w:sz w:val="20"/>
              </w:rPr>
              <w:t xml:space="preserve">. </w:t>
            </w:r>
            <w:r w:rsidR="002E43DA" w:rsidRPr="0036195A">
              <w:rPr>
                <w:rStyle w:val="SITemporaryText-red"/>
                <w:color w:val="auto"/>
                <w:sz w:val="20"/>
              </w:rPr>
              <w:t>Outline the contribution of</w:t>
            </w:r>
            <w:r w:rsidR="00CE0056" w:rsidRPr="0036195A">
              <w:rPr>
                <w:rStyle w:val="SITemporaryText-red"/>
                <w:color w:val="auto"/>
                <w:sz w:val="20"/>
              </w:rPr>
              <w:t xml:space="preserve"> </w:t>
            </w:r>
            <w:r w:rsidR="00DE35FB" w:rsidRPr="0036195A">
              <w:rPr>
                <w:rStyle w:val="SITemporaryText-red"/>
                <w:color w:val="auto"/>
                <w:sz w:val="20"/>
              </w:rPr>
              <w:t>forestry</w:t>
            </w:r>
            <w:r w:rsidRPr="0036195A">
              <w:rPr>
                <w:rStyle w:val="SITemporaryText-red"/>
                <w:color w:val="auto"/>
                <w:sz w:val="20"/>
              </w:rPr>
              <w:t xml:space="preserve"> to</w:t>
            </w:r>
            <w:r w:rsidR="00CE0056" w:rsidRPr="0036195A">
              <w:rPr>
                <w:rStyle w:val="SITemporaryText-red"/>
                <w:color w:val="auto"/>
                <w:sz w:val="20"/>
              </w:rPr>
              <w:t xml:space="preserve"> </w:t>
            </w:r>
            <w:r w:rsidR="00BA72E6" w:rsidRPr="0036195A">
              <w:rPr>
                <w:rStyle w:val="SITemporaryText-red"/>
                <w:color w:val="auto"/>
                <w:sz w:val="20"/>
              </w:rPr>
              <w:t>carbon reduction</w:t>
            </w:r>
          </w:p>
        </w:tc>
        <w:tc>
          <w:tcPr>
            <w:tcW w:w="3604" w:type="pct"/>
            <w:shd w:val="clear" w:color="auto" w:fill="auto"/>
          </w:tcPr>
          <w:p w14:paraId="6460E51D" w14:textId="4DF1B708" w:rsidR="00DC54FF" w:rsidRPr="009A22C1" w:rsidRDefault="00B66F68" w:rsidP="009A22C1">
            <w:pPr>
              <w:pStyle w:val="SIText"/>
            </w:pPr>
            <w:r w:rsidRPr="009A22C1">
              <w:rPr>
                <w:rStyle w:val="SITemporaryText-red"/>
                <w:color w:val="auto"/>
                <w:sz w:val="20"/>
              </w:rPr>
              <w:t>1</w:t>
            </w:r>
            <w:r w:rsidR="00DA54B5" w:rsidRPr="009A22C1">
              <w:rPr>
                <w:rStyle w:val="SITemporaryText-red"/>
                <w:color w:val="auto"/>
                <w:sz w:val="20"/>
              </w:rPr>
              <w:t xml:space="preserve">.1 </w:t>
            </w:r>
            <w:r w:rsidR="00C17710" w:rsidRPr="009A22C1">
              <w:t>Identify</w:t>
            </w:r>
            <w:r w:rsidR="00DC54FF" w:rsidRPr="009A22C1">
              <w:t xml:space="preserve"> the role of forests in the carbon cycle</w:t>
            </w:r>
          </w:p>
          <w:p w14:paraId="686C226C" w14:textId="4B45C05E" w:rsidR="009F6024" w:rsidRPr="009A22C1" w:rsidRDefault="00B66F68" w:rsidP="009A22C1">
            <w:pPr>
              <w:pStyle w:val="SIText"/>
            </w:pPr>
            <w:r w:rsidRPr="009A22C1">
              <w:t>1</w:t>
            </w:r>
            <w:r w:rsidR="005B25C7" w:rsidRPr="009A22C1">
              <w:t xml:space="preserve">.2 Describe </w:t>
            </w:r>
            <w:r w:rsidR="009F6024" w:rsidRPr="009A22C1">
              <w:t xml:space="preserve">the impact of climate change on </w:t>
            </w:r>
            <w:r w:rsidR="00E86F28" w:rsidRPr="009A22C1">
              <w:t xml:space="preserve">tree physiology and </w:t>
            </w:r>
            <w:r w:rsidR="009F6024" w:rsidRPr="009A22C1">
              <w:t>forest ecosystems</w:t>
            </w:r>
          </w:p>
          <w:p w14:paraId="0CB461FC" w14:textId="0501EC95" w:rsidR="00B97509" w:rsidRPr="009A22C1" w:rsidRDefault="00B66F68" w:rsidP="009A22C1">
            <w:pPr>
              <w:pStyle w:val="SIText"/>
            </w:pPr>
            <w:r w:rsidRPr="009A22C1">
              <w:t>1</w:t>
            </w:r>
            <w:r w:rsidR="005B25C7" w:rsidRPr="009A22C1">
              <w:t xml:space="preserve">.3 </w:t>
            </w:r>
            <w:r w:rsidR="005B2B66" w:rsidRPr="009A22C1">
              <w:t>Explain the role of forests in climate change mitigation</w:t>
            </w:r>
          </w:p>
          <w:p w14:paraId="7DE7C4EB" w14:textId="77777777" w:rsidR="00DA54B5" w:rsidRPr="009A22C1" w:rsidRDefault="00B66F68" w:rsidP="009A22C1">
            <w:pPr>
              <w:pStyle w:val="SIText"/>
            </w:pPr>
            <w:r w:rsidRPr="009A22C1">
              <w:rPr>
                <w:rStyle w:val="SITemporaryText-red"/>
                <w:color w:val="auto"/>
                <w:sz w:val="20"/>
              </w:rPr>
              <w:t>1.4</w:t>
            </w:r>
            <w:r w:rsidR="00DA54B5" w:rsidRPr="009A22C1">
              <w:rPr>
                <w:rStyle w:val="SITemporaryText-red"/>
                <w:color w:val="auto"/>
                <w:sz w:val="20"/>
              </w:rPr>
              <w:t xml:space="preserve"> </w:t>
            </w:r>
            <w:r w:rsidR="00FC5E5D" w:rsidRPr="009A22C1">
              <w:rPr>
                <w:rStyle w:val="SITemporaryText-red"/>
                <w:color w:val="auto"/>
                <w:sz w:val="20"/>
              </w:rPr>
              <w:t xml:space="preserve">Outline </w:t>
            </w:r>
            <w:r w:rsidRPr="009A22C1">
              <w:t>the role of forest</w:t>
            </w:r>
            <w:r w:rsidR="009B7C00" w:rsidRPr="009A22C1">
              <w:t>ry</w:t>
            </w:r>
            <w:r w:rsidRPr="009A22C1">
              <w:t xml:space="preserve"> in carbon </w:t>
            </w:r>
            <w:r w:rsidR="0030600B" w:rsidRPr="009A22C1">
              <w:t xml:space="preserve">reduction strategies including carbon </w:t>
            </w:r>
            <w:r w:rsidRPr="009A22C1">
              <w:t>sequestration and emissions trading</w:t>
            </w:r>
            <w:r w:rsidR="00722DD8" w:rsidRPr="009A22C1">
              <w:t xml:space="preserve"> </w:t>
            </w:r>
            <w:r w:rsidR="009B7C00" w:rsidRPr="009A22C1">
              <w:t>schemes</w:t>
            </w:r>
          </w:p>
          <w:p w14:paraId="529C2B2B" w14:textId="0354E051" w:rsidR="009A22C1" w:rsidRPr="003C0689" w:rsidRDefault="009A22C1" w:rsidP="009A22C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A22C1">
              <w:t xml:space="preserve">1.5 Prepare and present information to professional and non-professional audiences on the </w:t>
            </w:r>
            <w:r w:rsidRPr="009A22C1">
              <w:rPr>
                <w:rStyle w:val="SITemporaryText-red"/>
                <w:color w:val="auto"/>
                <w:sz w:val="20"/>
              </w:rPr>
              <w:t>contribution of forestry to carbon reduction</w:t>
            </w:r>
          </w:p>
        </w:tc>
      </w:tr>
      <w:tr w:rsidR="00445DDA" w:rsidRPr="00963A46" w14:paraId="01F192B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821396" w14:textId="3EB740B6" w:rsidR="00445DDA" w:rsidRPr="0036195A" w:rsidRDefault="003F4D01" w:rsidP="00F9494F">
            <w:pPr>
              <w:pStyle w:val="SIText"/>
            </w:pPr>
            <w:r w:rsidRPr="0036195A">
              <w:t xml:space="preserve">2. </w:t>
            </w:r>
            <w:r w:rsidR="006C2BF0" w:rsidRPr="0036195A">
              <w:t xml:space="preserve">Outline </w:t>
            </w:r>
            <w:r w:rsidR="000314A6">
              <w:t xml:space="preserve">techniques for estimating </w:t>
            </w:r>
            <w:r w:rsidR="00412E84" w:rsidRPr="0036195A">
              <w:t>forest carbon stock</w:t>
            </w:r>
            <w:r w:rsidR="00445DDA" w:rsidRPr="0036195A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1F39BBD7" w14:textId="39ED2B78" w:rsidR="00BE1B8C" w:rsidRDefault="00127958" w:rsidP="00127958">
            <w:r>
              <w:t xml:space="preserve">2.1 </w:t>
            </w:r>
            <w:r w:rsidR="00836035">
              <w:t xml:space="preserve">Identify the </w:t>
            </w:r>
            <w:r w:rsidR="00D82049">
              <w:t>purpose</w:t>
            </w:r>
            <w:r w:rsidR="00836035">
              <w:t xml:space="preserve"> of </w:t>
            </w:r>
            <w:r w:rsidR="00D82049">
              <w:t xml:space="preserve">estimating </w:t>
            </w:r>
            <w:r w:rsidR="00836035">
              <w:t>forest carbon stoc</w:t>
            </w:r>
            <w:r w:rsidR="00BE1B8C">
              <w:t>ks</w:t>
            </w:r>
          </w:p>
          <w:p w14:paraId="5AA9734F" w14:textId="48BFC269" w:rsidR="002212AD" w:rsidRDefault="002212AD" w:rsidP="00127958">
            <w:r>
              <w:t xml:space="preserve">2.2 Source workplace policy and procedures and </w:t>
            </w:r>
            <w:r w:rsidR="00203118">
              <w:t>reference materials on estimating forest carbon stock</w:t>
            </w:r>
          </w:p>
          <w:p w14:paraId="753B5904" w14:textId="22875C32" w:rsidR="006F2C0A" w:rsidRDefault="00BE1B8C" w:rsidP="00127958">
            <w:r>
              <w:t>2.</w:t>
            </w:r>
            <w:r w:rsidR="00203118">
              <w:t>3</w:t>
            </w:r>
            <w:r>
              <w:t xml:space="preserve"> </w:t>
            </w:r>
            <w:r w:rsidR="00127958" w:rsidRPr="00127958">
              <w:t>Explain the concepts of carbon pools, biomass, carbon stock and carbon fluxes</w:t>
            </w:r>
            <w:r w:rsidR="005E2513">
              <w:t xml:space="preserve"> and how these apply to estimating </w:t>
            </w:r>
            <w:r w:rsidR="005E2513" w:rsidRPr="005E2513">
              <w:t>forest carbon stock</w:t>
            </w:r>
            <w:r w:rsidR="00FC5383">
              <w:t>s</w:t>
            </w:r>
          </w:p>
          <w:p w14:paraId="476EB144" w14:textId="3C72D672" w:rsidR="00127958" w:rsidRPr="00127958" w:rsidRDefault="006F2C0A" w:rsidP="00127958">
            <w:r>
              <w:t>2.</w:t>
            </w:r>
            <w:r w:rsidR="00203118">
              <w:t>4</w:t>
            </w:r>
            <w:r>
              <w:t xml:space="preserve"> </w:t>
            </w:r>
            <w:r w:rsidR="006C794B">
              <w:t>Outline</w:t>
            </w:r>
            <w:r>
              <w:t xml:space="preserve"> the </w:t>
            </w:r>
            <w:r w:rsidR="00BE3960">
              <w:t xml:space="preserve">methods for </w:t>
            </w:r>
            <w:r w:rsidR="00A5666C">
              <w:t>estimating</w:t>
            </w:r>
            <w:r w:rsidR="00A0687A">
              <w:t xml:space="preserve"> forest carbon stocks</w:t>
            </w:r>
            <w:r w:rsidR="00A5666C">
              <w:t xml:space="preserve"> and ch</w:t>
            </w:r>
            <w:r w:rsidR="00E6469C">
              <w:t>anges</w:t>
            </w:r>
            <w:r w:rsidR="00A5666C">
              <w:t xml:space="preserve"> in carbon stock</w:t>
            </w:r>
          </w:p>
          <w:p w14:paraId="5C71884D" w14:textId="650C6FCD" w:rsidR="00445DDA" w:rsidRDefault="00F0580B" w:rsidP="009A124F">
            <w:r>
              <w:t>2.</w:t>
            </w:r>
            <w:r w:rsidR="00203118">
              <w:t>5</w:t>
            </w:r>
            <w:r>
              <w:t xml:space="preserve"> Describe the </w:t>
            </w:r>
            <w:r w:rsidR="00D67E62">
              <w:t xml:space="preserve">process for </w:t>
            </w:r>
            <w:r w:rsidR="009C3278">
              <w:t>estimating</w:t>
            </w:r>
            <w:r w:rsidR="00D67E62">
              <w:t xml:space="preserve"> carbon stocks </w:t>
            </w:r>
            <w:r w:rsidR="00263092">
              <w:t>by measurement</w:t>
            </w:r>
            <w:r w:rsidR="00233E89">
              <w:t xml:space="preserve"> including </w:t>
            </w:r>
            <w:r w:rsidR="00C34B2B">
              <w:t>selecting</w:t>
            </w:r>
            <w:r w:rsidR="00FC5383">
              <w:t xml:space="preserve"> </w:t>
            </w:r>
            <w:r w:rsidR="003909B8">
              <w:t xml:space="preserve">carbon pools that may be estimated by measurement, </w:t>
            </w:r>
            <w:r w:rsidR="00C34B2B">
              <w:t>identifying</w:t>
            </w:r>
            <w:r w:rsidR="004D4DBC">
              <w:t xml:space="preserve"> </w:t>
            </w:r>
            <w:r w:rsidR="00600FAE">
              <w:t>sampling</w:t>
            </w:r>
            <w:r w:rsidR="004D4DBC">
              <w:t xml:space="preserve"> site</w:t>
            </w:r>
            <w:r w:rsidR="00600FAE">
              <w:t>s</w:t>
            </w:r>
            <w:r w:rsidR="004F3487">
              <w:t>, conduct</w:t>
            </w:r>
            <w:r w:rsidR="00FC5383">
              <w:t xml:space="preserve">ing </w:t>
            </w:r>
            <w:r w:rsidR="004F3487">
              <w:t>s</w:t>
            </w:r>
            <w:r w:rsidR="0042186E">
              <w:t xml:space="preserve">ampling </w:t>
            </w:r>
            <w:r w:rsidR="0021398A">
              <w:t>activities</w:t>
            </w:r>
            <w:r w:rsidR="00302608">
              <w:t xml:space="preserve"> </w:t>
            </w:r>
            <w:r w:rsidR="003909B8">
              <w:t xml:space="preserve">and </w:t>
            </w:r>
            <w:r w:rsidR="00302608">
              <w:t xml:space="preserve">monitoring sampling </w:t>
            </w:r>
            <w:r w:rsidR="00333E52">
              <w:t>activities</w:t>
            </w:r>
          </w:p>
          <w:p w14:paraId="10504B56" w14:textId="0121215A" w:rsidR="008B5CE1" w:rsidRPr="008B5CE1" w:rsidRDefault="008B5CE1" w:rsidP="008B5CE1">
            <w:r>
              <w:t>2.</w:t>
            </w:r>
            <w:r w:rsidR="00203118">
              <w:t>6</w:t>
            </w:r>
            <w:r>
              <w:t xml:space="preserve"> D</w:t>
            </w:r>
            <w:r w:rsidRPr="008B5CE1">
              <w:t xml:space="preserve">escribe </w:t>
            </w:r>
            <w:r>
              <w:t xml:space="preserve">the </w:t>
            </w:r>
            <w:r w:rsidRPr="008B5CE1">
              <w:t>quality assurance and quality control procedures</w:t>
            </w:r>
            <w:r w:rsidR="00EF4039">
              <w:t xml:space="preserve"> required </w:t>
            </w:r>
            <w:r w:rsidRPr="008B5CE1">
              <w:t xml:space="preserve"> to ensure reliability of measurements, data entry, data analysis and data archiving while conducting a forest carbon inventory </w:t>
            </w:r>
          </w:p>
          <w:p w14:paraId="4F861F60" w14:textId="4CAAB7DC" w:rsidR="0021398A" w:rsidRDefault="00CB53F2" w:rsidP="009A124F">
            <w:r>
              <w:t>2.</w:t>
            </w:r>
            <w:r w:rsidR="00203118">
              <w:t>7</w:t>
            </w:r>
            <w:r w:rsidR="003909B8">
              <w:t xml:space="preserve"> </w:t>
            </w:r>
            <w:r w:rsidR="00495E9C">
              <w:t>Describe</w:t>
            </w:r>
            <w:r w:rsidR="003909B8">
              <w:t xml:space="preserve"> the </w:t>
            </w:r>
            <w:r w:rsidR="00495E9C">
              <w:t>processes</w:t>
            </w:r>
            <w:r w:rsidR="00F233A9">
              <w:t xml:space="preserve"> involved in interpreting </w:t>
            </w:r>
            <w:r w:rsidR="003909B8" w:rsidRPr="003909B8">
              <w:t>sampling data</w:t>
            </w:r>
            <w:r w:rsidR="00F233A9">
              <w:t xml:space="preserve"> and </w:t>
            </w:r>
            <w:r w:rsidR="00495E9C">
              <w:t>estimating</w:t>
            </w:r>
            <w:r w:rsidR="00F233A9">
              <w:t xml:space="preserve"> carbon </w:t>
            </w:r>
            <w:r w:rsidR="00495E9C">
              <w:t>stocks from collected data</w:t>
            </w:r>
          </w:p>
          <w:p w14:paraId="1B996E93" w14:textId="0B58ADC2" w:rsidR="00A94EE8" w:rsidRDefault="00A94EE8" w:rsidP="009A124F">
            <w:r>
              <w:t>2.</w:t>
            </w:r>
            <w:r w:rsidR="00203118">
              <w:t>8</w:t>
            </w:r>
            <w:r>
              <w:t xml:space="preserve"> Describe the process</w:t>
            </w:r>
            <w:r w:rsidR="0055221A">
              <w:t>es involved in</w:t>
            </w:r>
            <w:r>
              <w:t xml:space="preserve"> using</w:t>
            </w:r>
            <w:r w:rsidRPr="00A94EE8">
              <w:t xml:space="preserve"> growth models to predict biomass and carbon stocks</w:t>
            </w:r>
            <w:r w:rsidR="0055221A">
              <w:t xml:space="preserve"> and </w:t>
            </w:r>
            <w:r w:rsidR="0055221A" w:rsidRPr="0055221A">
              <w:t>compar</w:t>
            </w:r>
            <w:r w:rsidR="0055221A">
              <w:t xml:space="preserve">ing </w:t>
            </w:r>
            <w:r w:rsidR="0055221A" w:rsidRPr="0055221A">
              <w:t>predicted forest carbon stocks to current available data</w:t>
            </w:r>
          </w:p>
          <w:p w14:paraId="47361C89" w14:textId="1FFA880E" w:rsidR="00F9494F" w:rsidRPr="009A124F" w:rsidRDefault="00726E64" w:rsidP="009A124F">
            <w:r>
              <w:t>2.</w:t>
            </w:r>
            <w:r w:rsidR="00203118">
              <w:t>9</w:t>
            </w:r>
            <w:r w:rsidR="00F9494F" w:rsidRPr="00F9494F">
              <w:t xml:space="preserve"> Prepare and present information to professional and </w:t>
            </w:r>
            <w:r w:rsidR="00A73963">
              <w:t>operational</w:t>
            </w:r>
            <w:r w:rsidR="00F9494F" w:rsidRPr="00F9494F">
              <w:t xml:space="preserve"> </w:t>
            </w:r>
            <w:r w:rsidR="00A73963">
              <w:t>personnel</w:t>
            </w:r>
            <w:r w:rsidR="00F9494F" w:rsidRPr="00F9494F">
              <w:t xml:space="preserve"> on </w:t>
            </w:r>
            <w:r w:rsidR="004F265E">
              <w:t xml:space="preserve">estimating </w:t>
            </w:r>
            <w:r w:rsidRPr="00726E64">
              <w:t>forest carbon stock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A124F" w:rsidRPr="00336FCA" w:rsidDel="00423CB2" w14:paraId="639D32A9" w14:textId="77777777" w:rsidTr="00CA2922">
        <w:tc>
          <w:tcPr>
            <w:tcW w:w="1396" w:type="pct"/>
          </w:tcPr>
          <w:p w14:paraId="28941441" w14:textId="2678A71B" w:rsidR="009A124F" w:rsidRPr="009A124F" w:rsidRDefault="009A124F" w:rsidP="009A124F">
            <w:pPr>
              <w:pStyle w:val="SIText"/>
              <w:rPr>
                <w:rStyle w:val="SITemporaryText-red"/>
              </w:rPr>
            </w:pPr>
            <w:r w:rsidRPr="009A124F">
              <w:t>Reading</w:t>
            </w:r>
          </w:p>
        </w:tc>
        <w:tc>
          <w:tcPr>
            <w:tcW w:w="3604" w:type="pct"/>
          </w:tcPr>
          <w:p w14:paraId="53D9BFBA" w14:textId="5C83C006" w:rsidR="009A124F" w:rsidRPr="009A124F" w:rsidRDefault="009A124F" w:rsidP="009A124F">
            <w:pPr>
              <w:pStyle w:val="SIBulletList1"/>
              <w:rPr>
                <w:rStyle w:val="SITemporaryText-red"/>
                <w:rFonts w:eastAsia="Calibri"/>
              </w:rPr>
            </w:pPr>
            <w:r w:rsidRPr="009A124F">
              <w:t xml:space="preserve">Interpret complex </w:t>
            </w:r>
            <w:r w:rsidR="00A010D8">
              <w:t xml:space="preserve">technical information </w:t>
            </w:r>
            <w:r w:rsidR="004E4EDA">
              <w:t xml:space="preserve">on different </w:t>
            </w:r>
            <w:r w:rsidR="004E4EDA" w:rsidRPr="004E4EDA">
              <w:t>methods for estimating forest carbon stocks and changes in carbon stock</w:t>
            </w:r>
          </w:p>
        </w:tc>
      </w:tr>
      <w:tr w:rsidR="00B46347" w:rsidRPr="00336FCA" w:rsidDel="00423CB2" w14:paraId="724E022D" w14:textId="77777777" w:rsidTr="00CA2922">
        <w:tc>
          <w:tcPr>
            <w:tcW w:w="1396" w:type="pct"/>
          </w:tcPr>
          <w:p w14:paraId="4E94E0EF" w14:textId="7178FABC" w:rsidR="00B46347" w:rsidRPr="009A124F" w:rsidRDefault="00B46347" w:rsidP="00B46347">
            <w:pPr>
              <w:pStyle w:val="SIText"/>
            </w:pPr>
            <w:r w:rsidRPr="009A124F">
              <w:t>Writing</w:t>
            </w:r>
          </w:p>
        </w:tc>
        <w:tc>
          <w:tcPr>
            <w:tcW w:w="3604" w:type="pct"/>
          </w:tcPr>
          <w:p w14:paraId="4086112F" w14:textId="4937F5E2" w:rsidR="00B46347" w:rsidRDefault="00B46347" w:rsidP="00B46347">
            <w:pPr>
              <w:pStyle w:val="SIBulletList1"/>
            </w:pPr>
            <w:r w:rsidRPr="009A124F">
              <w:t xml:space="preserve">Prepare </w:t>
            </w:r>
            <w:r>
              <w:t xml:space="preserve">written information on complex technical matters for use by a range of </w:t>
            </w:r>
            <w:r w:rsidRPr="00DB0AC7">
              <w:t>professional and non-professional audiences</w:t>
            </w:r>
          </w:p>
        </w:tc>
      </w:tr>
      <w:tr w:rsidR="00B46347" w:rsidRPr="00336FCA" w:rsidDel="00423CB2" w14:paraId="3084DDE0" w14:textId="77777777" w:rsidTr="00CA2922">
        <w:tc>
          <w:tcPr>
            <w:tcW w:w="1396" w:type="pct"/>
          </w:tcPr>
          <w:p w14:paraId="20AD7369" w14:textId="2E7054F9" w:rsidR="00B46347" w:rsidRPr="00B46347" w:rsidRDefault="00B46347" w:rsidP="00B46347">
            <w:pPr>
              <w:pStyle w:val="SIText"/>
              <w:rPr>
                <w:rStyle w:val="SITemporaryText-red"/>
              </w:rPr>
            </w:pPr>
            <w:r w:rsidRPr="009A124F">
              <w:t>Oral communication</w:t>
            </w:r>
          </w:p>
        </w:tc>
        <w:tc>
          <w:tcPr>
            <w:tcW w:w="3604" w:type="pct"/>
          </w:tcPr>
          <w:p w14:paraId="393139D8" w14:textId="639E2373" w:rsidR="00B46347" w:rsidRPr="00B46347" w:rsidRDefault="00B46347" w:rsidP="00B46347">
            <w:pPr>
              <w:pStyle w:val="SIBulletList1"/>
              <w:rPr>
                <w:rStyle w:val="SITemporaryText-red"/>
                <w:rFonts w:eastAsia="Calibri"/>
              </w:rPr>
            </w:pPr>
            <w:r>
              <w:t xml:space="preserve">Apply </w:t>
            </w:r>
            <w:r w:rsidRPr="00B46347">
              <w:t>effective communication skills to ask questions and seek clarification on complex and unfamiliar technical concepts related to the contribution of forestry to carbon reduction</w:t>
            </w:r>
          </w:p>
        </w:tc>
      </w:tr>
      <w:tr w:rsidR="00B46347" w:rsidRPr="00336FCA" w:rsidDel="00423CB2" w14:paraId="2442F6E4" w14:textId="77777777" w:rsidTr="00CA2922">
        <w:tc>
          <w:tcPr>
            <w:tcW w:w="1396" w:type="pct"/>
          </w:tcPr>
          <w:p w14:paraId="6BF1EC3C" w14:textId="60F8473C" w:rsidR="00B46347" w:rsidRPr="00B46347" w:rsidRDefault="00B46347" w:rsidP="00B46347">
            <w:pPr>
              <w:pStyle w:val="SIText"/>
            </w:pPr>
            <w:r w:rsidRPr="009A124F">
              <w:t>Numeracy</w:t>
            </w:r>
          </w:p>
        </w:tc>
        <w:tc>
          <w:tcPr>
            <w:tcW w:w="3604" w:type="pct"/>
          </w:tcPr>
          <w:p w14:paraId="3B00AEE9" w14:textId="2FD1B299" w:rsidR="00B46347" w:rsidRPr="00B46347" w:rsidRDefault="00B46347" w:rsidP="00B46347">
            <w:pPr>
              <w:pStyle w:val="SIBulletList1"/>
            </w:pPr>
            <w:r w:rsidRPr="009A124F">
              <w:t xml:space="preserve">Collect, </w:t>
            </w:r>
            <w:proofErr w:type="gramStart"/>
            <w:r w:rsidRPr="009A124F">
              <w:t>analyse</w:t>
            </w:r>
            <w:proofErr w:type="gramEnd"/>
            <w:r w:rsidRPr="009A124F">
              <w:t xml:space="preserve"> and record complex statistical data</w:t>
            </w:r>
            <w:r w:rsidRPr="00B46347">
              <w:t xml:space="preserve"> related to sample site selection, sampling methods and interpretation of sampling data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695F36A5" w14:textId="7A933ECE" w:rsidR="004F265E" w:rsidRPr="00B46347" w:rsidRDefault="004F265E" w:rsidP="00B46347">
            <w:pPr>
              <w:pStyle w:val="SIText"/>
            </w:pPr>
            <w:r w:rsidRPr="00B46347">
              <w:t>FWPFGM</w:t>
            </w:r>
            <w:r w:rsidR="00B46347">
              <w:t>5</w:t>
            </w:r>
            <w:r w:rsidRPr="00B46347">
              <w:t xml:space="preserve">XXX Apply knowledge of forestry contributions to carbon reduction </w:t>
            </w:r>
            <w:proofErr w:type="gramStart"/>
            <w:r w:rsidRPr="00B46347">
              <w:t>strategies</w:t>
            </w:r>
            <w:proofErr w:type="gramEnd"/>
          </w:p>
          <w:p w14:paraId="09E49E25" w14:textId="7E99B26F" w:rsidR="00DA54B5" w:rsidRPr="00B46347" w:rsidRDefault="00DA54B5" w:rsidP="00B4634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609265AA" w14:textId="22916566" w:rsidR="004F265E" w:rsidRPr="00B46347" w:rsidRDefault="004F265E" w:rsidP="00B46347">
            <w:pPr>
              <w:pStyle w:val="SIText"/>
            </w:pPr>
            <w:r w:rsidRPr="00B46347">
              <w:t xml:space="preserve">FWPFGM5219 Undertake carbon stock sampling of forest and </w:t>
            </w:r>
            <w:proofErr w:type="gramStart"/>
            <w:r w:rsidRPr="00B46347">
              <w:t>plantations</w:t>
            </w:r>
            <w:proofErr w:type="gramEnd"/>
          </w:p>
          <w:p w14:paraId="2293AA64" w14:textId="2F4C1EF9" w:rsidR="00DA54B5" w:rsidRPr="00B46347" w:rsidRDefault="00DA54B5" w:rsidP="00B4634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16D57605" w14:textId="694E4379" w:rsidR="00DA54B5" w:rsidRPr="00B46347" w:rsidRDefault="003E1403" w:rsidP="00B4634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6347">
              <w:rPr>
                <w:rStyle w:val="SITemporaryText-red"/>
                <w:color w:val="auto"/>
                <w:sz w:val="20"/>
              </w:rPr>
              <w:t>New title</w:t>
            </w:r>
          </w:p>
          <w:p w14:paraId="7A7F6FCA" w14:textId="77777777" w:rsidR="00B46347" w:rsidRPr="00B46347" w:rsidRDefault="00B46347" w:rsidP="00B4634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A9106CB" w14:textId="77777777" w:rsidR="003E1403" w:rsidRPr="00B46347" w:rsidRDefault="003E1403" w:rsidP="00B4634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6347">
              <w:rPr>
                <w:rStyle w:val="SITemporaryText-red"/>
                <w:color w:val="auto"/>
                <w:sz w:val="20"/>
              </w:rPr>
              <w:t xml:space="preserve">Revised Application Statement to reflect change in scope of unit of </w:t>
            </w:r>
            <w:proofErr w:type="gramStart"/>
            <w:r w:rsidRPr="00B46347">
              <w:rPr>
                <w:rStyle w:val="SITemporaryText-red"/>
                <w:color w:val="auto"/>
                <w:sz w:val="20"/>
              </w:rPr>
              <w:t>competency</w:t>
            </w:r>
            <w:proofErr w:type="gramEnd"/>
          </w:p>
          <w:p w14:paraId="70056F2E" w14:textId="77777777" w:rsidR="00F53EB2" w:rsidRPr="00B46347" w:rsidRDefault="00F53EB2" w:rsidP="00B4634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575F3AF" w14:textId="055A308E" w:rsidR="003E1403" w:rsidRPr="00B46347" w:rsidRDefault="003E1403" w:rsidP="00B4634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6347">
              <w:rPr>
                <w:rStyle w:val="SITemporaryText-red"/>
                <w:color w:val="auto"/>
                <w:sz w:val="20"/>
              </w:rPr>
              <w:t>Re</w:t>
            </w:r>
            <w:r w:rsidR="00A67E5A" w:rsidRPr="00B46347">
              <w:rPr>
                <w:rStyle w:val="SITemporaryText-red"/>
                <w:color w:val="auto"/>
                <w:sz w:val="20"/>
              </w:rPr>
              <w:t>vise</w:t>
            </w:r>
            <w:r w:rsidRPr="00B46347">
              <w:rPr>
                <w:rStyle w:val="SITemporaryText-red"/>
                <w:color w:val="auto"/>
                <w:sz w:val="20"/>
              </w:rPr>
              <w:t xml:space="preserve">d </w:t>
            </w:r>
            <w:r w:rsidR="00A67E5A" w:rsidRPr="00B46347">
              <w:rPr>
                <w:rStyle w:val="SITemporaryText-red"/>
                <w:color w:val="auto"/>
                <w:sz w:val="20"/>
              </w:rPr>
              <w:t>Elements</w:t>
            </w:r>
            <w:r w:rsidRPr="00B46347">
              <w:rPr>
                <w:rStyle w:val="SITemporaryText-red"/>
                <w:color w:val="auto"/>
                <w:sz w:val="20"/>
              </w:rPr>
              <w:t xml:space="preserve"> </w:t>
            </w:r>
            <w:r w:rsidR="00A67E5A" w:rsidRPr="00B46347">
              <w:rPr>
                <w:rStyle w:val="SITemporaryText-red"/>
                <w:color w:val="auto"/>
                <w:sz w:val="20"/>
              </w:rPr>
              <w:t>and</w:t>
            </w:r>
            <w:r w:rsidRPr="00B46347">
              <w:rPr>
                <w:rStyle w:val="SITemporaryText-red"/>
                <w:color w:val="auto"/>
                <w:sz w:val="20"/>
              </w:rPr>
              <w:t xml:space="preserve"> </w:t>
            </w:r>
            <w:r w:rsidR="00A67E5A" w:rsidRPr="00B46347">
              <w:rPr>
                <w:rStyle w:val="SITemporaryText-red"/>
                <w:color w:val="auto"/>
                <w:sz w:val="20"/>
              </w:rPr>
              <w:t>Performance</w:t>
            </w:r>
            <w:r w:rsidRPr="00B46347">
              <w:rPr>
                <w:rStyle w:val="SITemporaryText-red"/>
                <w:color w:val="auto"/>
                <w:sz w:val="20"/>
              </w:rPr>
              <w:t xml:space="preserve"> Criteria</w:t>
            </w:r>
          </w:p>
          <w:p w14:paraId="2C312C80" w14:textId="77777777" w:rsidR="00F53EB2" w:rsidRPr="00B46347" w:rsidRDefault="00F53EB2" w:rsidP="00B4634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9EC44EE" w14:textId="5B6FC10F" w:rsidR="00A67E5A" w:rsidRPr="00B46347" w:rsidRDefault="00A67E5A" w:rsidP="00B4634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6347">
              <w:rPr>
                <w:rStyle w:val="SITemporaryText-red"/>
                <w:color w:val="auto"/>
                <w:sz w:val="20"/>
              </w:rPr>
              <w:t xml:space="preserve">Revised </w:t>
            </w:r>
            <w:r w:rsidR="009F3E13" w:rsidRPr="00B46347">
              <w:rPr>
                <w:rStyle w:val="SITemporaryText-red"/>
                <w:color w:val="auto"/>
                <w:sz w:val="20"/>
              </w:rPr>
              <w:t>Performance</w:t>
            </w:r>
            <w:r w:rsidRPr="00B46347">
              <w:rPr>
                <w:rStyle w:val="SITemporaryText-red"/>
                <w:color w:val="auto"/>
                <w:sz w:val="20"/>
              </w:rPr>
              <w:t xml:space="preserve"> </w:t>
            </w:r>
            <w:r w:rsidR="00B46347" w:rsidRPr="00B46347">
              <w:rPr>
                <w:rStyle w:val="SITemporaryText-red"/>
                <w:color w:val="auto"/>
                <w:sz w:val="20"/>
              </w:rPr>
              <w:t xml:space="preserve">and </w:t>
            </w:r>
            <w:r w:rsidR="009F3E13" w:rsidRPr="00B46347">
              <w:rPr>
                <w:rStyle w:val="SITemporaryText-red"/>
                <w:color w:val="auto"/>
                <w:sz w:val="20"/>
              </w:rPr>
              <w:t>Knowledge Evidence</w:t>
            </w:r>
          </w:p>
          <w:p w14:paraId="5AC07C8B" w14:textId="77777777" w:rsidR="00F53EB2" w:rsidRPr="00B46347" w:rsidRDefault="00F53EB2" w:rsidP="00B4634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D3C4B75" w14:textId="732482F2" w:rsidR="009F3E13" w:rsidRPr="00B46347" w:rsidRDefault="009F3E13" w:rsidP="00B4634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6347">
              <w:rPr>
                <w:rStyle w:val="SITemporaryText-red"/>
                <w:color w:val="auto"/>
                <w:sz w:val="20"/>
              </w:rPr>
              <w:t>Revised Assessment Conditions to reflect Standards for Training packages</w:t>
            </w:r>
          </w:p>
        </w:tc>
        <w:tc>
          <w:tcPr>
            <w:tcW w:w="1616" w:type="pct"/>
          </w:tcPr>
          <w:p w14:paraId="42D28DBE" w14:textId="77777777" w:rsidR="00DA54B5" w:rsidRPr="00B46347" w:rsidRDefault="00DA54B5" w:rsidP="00B4634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6347">
              <w:rPr>
                <w:rStyle w:val="SITemporaryText-red"/>
                <w:color w:val="auto"/>
                <w:sz w:val="20"/>
              </w:rPr>
              <w:t xml:space="preserve">Not equivalent </w:t>
            </w:r>
          </w:p>
          <w:p w14:paraId="6630AC2B" w14:textId="53A77546" w:rsidR="00DA54B5" w:rsidRPr="00B46347" w:rsidRDefault="00DA54B5" w:rsidP="00B4634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6CCA3C2D" w:rsidR="00F1480E" w:rsidRDefault="00F1480E" w:rsidP="005F771F">
      <w:pPr>
        <w:pStyle w:val="SIText"/>
      </w:pPr>
    </w:p>
    <w:p w14:paraId="535D8F71" w14:textId="0C68F5D6" w:rsidR="00B46347" w:rsidRDefault="00B46347">
      <w:pPr>
        <w:spacing w:after="200" w:line="276" w:lineRule="auto"/>
        <w:rPr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0F542743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7B534B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A124F" w:rsidRPr="009A124F">
              <w:t>FWPFGM</w:t>
            </w:r>
            <w:r w:rsidR="00B46347">
              <w:t>5</w:t>
            </w:r>
            <w:r w:rsidR="00207A66">
              <w:t>XXX</w:t>
            </w:r>
            <w:r w:rsidR="009A124F" w:rsidRPr="009A124F">
              <w:t xml:space="preserve"> </w:t>
            </w:r>
            <w:r w:rsidR="00207A66" w:rsidRPr="00207A66">
              <w:t>Apply knowledge of forestry contributions to carbon reduction strategies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F642AA" w:rsidRDefault="00DA54B5" w:rsidP="00F642A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642AA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6BFF6ACC" w14:textId="77777777" w:rsidR="00DA54B5" w:rsidRPr="00F642AA" w:rsidRDefault="00DA54B5" w:rsidP="00F642A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B110DE" w14:textId="0FAF86A2" w:rsidR="00DA54B5" w:rsidRPr="00F642AA" w:rsidRDefault="00DA54B5" w:rsidP="00F642A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642AA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F642AA" w:rsidRPr="00F642AA">
              <w:rPr>
                <w:rStyle w:val="SITemporaryText-red"/>
                <w:color w:val="auto"/>
                <w:sz w:val="20"/>
              </w:rPr>
              <w:t>:</w:t>
            </w:r>
          </w:p>
          <w:p w14:paraId="53AE5DD7" w14:textId="23AB0171" w:rsidR="00DA54B5" w:rsidRDefault="00ED6950" w:rsidP="00F642AA">
            <w:pPr>
              <w:pStyle w:val="SIBulletList1"/>
            </w:pPr>
            <w:r w:rsidRPr="00ED6950">
              <w:t>explain</w:t>
            </w:r>
            <w:r>
              <w:t>ed</w:t>
            </w:r>
            <w:r w:rsidRPr="00ED6950">
              <w:t xml:space="preserve"> the contribution of forestry to carbon reduction to </w:t>
            </w:r>
            <w:r>
              <w:t>one</w:t>
            </w:r>
            <w:r w:rsidRPr="00ED6950">
              <w:t xml:space="preserve"> professional and </w:t>
            </w:r>
            <w:r>
              <w:t xml:space="preserve">one </w:t>
            </w:r>
            <w:r w:rsidRPr="00ED6950">
              <w:t xml:space="preserve">non-professional audience </w:t>
            </w:r>
          </w:p>
          <w:p w14:paraId="3F4E2EAA" w14:textId="0E7A452D" w:rsidR="00556C4C" w:rsidRPr="000754EC" w:rsidRDefault="00F642AA" w:rsidP="00F642AA">
            <w:pPr>
              <w:pStyle w:val="SIBulletList1"/>
            </w:pPr>
            <w:r>
              <w:t>p</w:t>
            </w:r>
            <w:r w:rsidR="00A73963" w:rsidRPr="00A73963">
              <w:t>repare</w:t>
            </w:r>
            <w:r w:rsidR="00A73963">
              <w:t>d</w:t>
            </w:r>
            <w:r w:rsidR="00A73963" w:rsidRPr="00A73963">
              <w:t xml:space="preserve"> and present</w:t>
            </w:r>
            <w:r w:rsidR="00A73963">
              <w:t>ed</w:t>
            </w:r>
            <w:r w:rsidR="00A73963" w:rsidRPr="00A73963">
              <w:t xml:space="preserve"> information to </w:t>
            </w:r>
            <w:r w:rsidR="00A73963">
              <w:t xml:space="preserve">one group of </w:t>
            </w:r>
            <w:r w:rsidR="00A73963" w:rsidRPr="00A73963">
              <w:t xml:space="preserve">professional </w:t>
            </w:r>
            <w:r w:rsidR="00A73963">
              <w:t xml:space="preserve">staff </w:t>
            </w:r>
            <w:r w:rsidR="00A73963" w:rsidRPr="00A73963">
              <w:t xml:space="preserve">and </w:t>
            </w:r>
            <w:r w:rsidR="00A73963">
              <w:t xml:space="preserve">one group of </w:t>
            </w:r>
            <w:r w:rsidR="00A73963" w:rsidRPr="00A73963">
              <w:t>operational personnel on estimating forest carbon stock</w:t>
            </w:r>
            <w:r w:rsidR="00295073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8461F9" w:rsidRDefault="00DA54B5" w:rsidP="008461F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461F9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609C147" w14:textId="763283BB" w:rsidR="00F642AA" w:rsidRPr="00F642AA" w:rsidRDefault="00F642AA" w:rsidP="00F642AA">
            <w:pPr>
              <w:pStyle w:val="SIBulletList1"/>
            </w:pPr>
            <w:r w:rsidRPr="00F642AA">
              <w:t>the role of forests in the carbon cycle</w:t>
            </w:r>
          </w:p>
          <w:p w14:paraId="3F488414" w14:textId="0AF480E5" w:rsidR="00F642AA" w:rsidRPr="00F642AA" w:rsidRDefault="00F642AA" w:rsidP="00F642AA">
            <w:pPr>
              <w:pStyle w:val="SIBulletList1"/>
            </w:pPr>
            <w:r w:rsidRPr="00F642AA">
              <w:t>the impact of climate change on tree physiology and forest ecosystems</w:t>
            </w:r>
          </w:p>
          <w:p w14:paraId="5BFFD173" w14:textId="610177ED" w:rsidR="00F642AA" w:rsidRPr="00F642AA" w:rsidRDefault="00F642AA" w:rsidP="00F642AA">
            <w:pPr>
              <w:pStyle w:val="SIBulletList1"/>
            </w:pPr>
            <w:r w:rsidRPr="00F642AA">
              <w:t>the role of forests in climate change mitigation</w:t>
            </w:r>
          </w:p>
          <w:p w14:paraId="55D352B0" w14:textId="60615B83" w:rsidR="00F642AA" w:rsidRDefault="00F642AA" w:rsidP="00F642AA">
            <w:pPr>
              <w:pStyle w:val="SIBulletList1"/>
            </w:pPr>
            <w:r w:rsidRPr="00F642AA">
              <w:t xml:space="preserve">the </w:t>
            </w:r>
            <w:r w:rsidR="002F698E">
              <w:t xml:space="preserve">key features and </w:t>
            </w:r>
            <w:r w:rsidRPr="00F642AA">
              <w:t>role of forestry in carbon reduction strategies</w:t>
            </w:r>
            <w:r>
              <w:t>:</w:t>
            </w:r>
          </w:p>
          <w:p w14:paraId="0415651E" w14:textId="43D4E21A" w:rsidR="00F642AA" w:rsidRDefault="00F642AA" w:rsidP="00F642AA">
            <w:pPr>
              <w:pStyle w:val="SIBulletList2"/>
            </w:pPr>
            <w:r w:rsidRPr="00F642AA">
              <w:t>carbon sequestration</w:t>
            </w:r>
          </w:p>
          <w:p w14:paraId="00130EFC" w14:textId="23014DE1" w:rsidR="00F642AA" w:rsidRPr="00F642AA" w:rsidRDefault="00F642AA" w:rsidP="00F642AA">
            <w:pPr>
              <w:pStyle w:val="SIBulletList2"/>
            </w:pPr>
            <w:r w:rsidRPr="00F642AA">
              <w:t>emissions trading schemes</w:t>
            </w:r>
          </w:p>
          <w:p w14:paraId="38D1F49A" w14:textId="64C33296" w:rsidR="003607F4" w:rsidRDefault="00104A67" w:rsidP="009F011F">
            <w:pPr>
              <w:pStyle w:val="SIBulletList1"/>
            </w:pPr>
            <w:r>
              <w:t xml:space="preserve">key </w:t>
            </w:r>
            <w:r w:rsidR="003607F4">
              <w:t>concepts</w:t>
            </w:r>
            <w:r w:rsidR="002B796F">
              <w:t xml:space="preserve"> used in </w:t>
            </w:r>
            <w:r w:rsidR="003607F4" w:rsidRPr="003607F4">
              <w:t>estimating forest carbon stock</w:t>
            </w:r>
            <w:r w:rsidR="003607F4">
              <w:t>s</w:t>
            </w:r>
          </w:p>
          <w:p w14:paraId="459E4873" w14:textId="433C94AB" w:rsidR="003607F4" w:rsidRPr="003607F4" w:rsidRDefault="002F698E" w:rsidP="003607F4">
            <w:pPr>
              <w:pStyle w:val="SIBulletList2"/>
            </w:pPr>
            <w:r w:rsidRPr="003607F4">
              <w:t>carbon pools</w:t>
            </w:r>
          </w:p>
          <w:p w14:paraId="2A4AF4CD" w14:textId="17B143B1" w:rsidR="003607F4" w:rsidRPr="003607F4" w:rsidRDefault="002F698E" w:rsidP="003607F4">
            <w:pPr>
              <w:pStyle w:val="SIBulletList2"/>
            </w:pPr>
            <w:r w:rsidRPr="003607F4">
              <w:t>biomass</w:t>
            </w:r>
          </w:p>
          <w:p w14:paraId="087C8DE7" w14:textId="1DEA588F" w:rsidR="003607F4" w:rsidRPr="003607F4" w:rsidRDefault="002F698E" w:rsidP="003607F4">
            <w:pPr>
              <w:pStyle w:val="SIBulletList2"/>
            </w:pPr>
            <w:r w:rsidRPr="003607F4">
              <w:t>carbon stock</w:t>
            </w:r>
          </w:p>
          <w:p w14:paraId="6FBC8134" w14:textId="42542976" w:rsidR="002F698E" w:rsidRPr="003607F4" w:rsidRDefault="002F698E" w:rsidP="003607F4">
            <w:pPr>
              <w:pStyle w:val="SIBulletList2"/>
            </w:pPr>
            <w:r w:rsidRPr="003607F4">
              <w:t>carbon fluxes</w:t>
            </w:r>
          </w:p>
          <w:p w14:paraId="7962213C" w14:textId="775E179B" w:rsidR="009A124F" w:rsidRPr="009A124F" w:rsidRDefault="006F7F0F" w:rsidP="009F011F">
            <w:pPr>
              <w:pStyle w:val="SIBulletList1"/>
            </w:pPr>
            <w:r>
              <w:t xml:space="preserve">types of </w:t>
            </w:r>
            <w:r w:rsidR="00CD4D5E">
              <w:t>carbon pools</w:t>
            </w:r>
          </w:p>
          <w:p w14:paraId="44A1FC6C" w14:textId="05EB2A11" w:rsidR="009A124F" w:rsidRPr="009A124F" w:rsidRDefault="00681E3D" w:rsidP="009F011F">
            <w:pPr>
              <w:pStyle w:val="SIBulletList2"/>
            </w:pPr>
            <w:r>
              <w:t>a</w:t>
            </w:r>
            <w:r w:rsidR="00BE48D1">
              <w:t>bove ground biomass</w:t>
            </w:r>
          </w:p>
          <w:p w14:paraId="155D9E5E" w14:textId="4F864D33" w:rsidR="009A124F" w:rsidRPr="009A124F" w:rsidRDefault="00681E3D" w:rsidP="009F011F">
            <w:pPr>
              <w:pStyle w:val="SIBulletList2"/>
            </w:pPr>
            <w:r>
              <w:t>below</w:t>
            </w:r>
            <w:r w:rsidR="00BE48D1">
              <w:t xml:space="preserve"> ground biomass</w:t>
            </w:r>
          </w:p>
          <w:p w14:paraId="43913B8A" w14:textId="16D007A5" w:rsidR="009A124F" w:rsidRPr="009A124F" w:rsidRDefault="00681E3D" w:rsidP="009F011F">
            <w:pPr>
              <w:pStyle w:val="SIBulletList2"/>
            </w:pPr>
            <w:r>
              <w:t>d</w:t>
            </w:r>
            <w:r w:rsidR="00BE48D1">
              <w:t>ead wood</w:t>
            </w:r>
          </w:p>
          <w:p w14:paraId="35A5EA3C" w14:textId="6DE157D0" w:rsidR="009A124F" w:rsidRPr="009A124F" w:rsidRDefault="00BE48D1" w:rsidP="009F011F">
            <w:pPr>
              <w:pStyle w:val="SIBulletList2"/>
            </w:pPr>
            <w:r>
              <w:t>litter</w:t>
            </w:r>
          </w:p>
          <w:p w14:paraId="3917D61D" w14:textId="5A9FFD2F" w:rsidR="009A124F" w:rsidRPr="009A124F" w:rsidRDefault="00681E3D" w:rsidP="009F011F">
            <w:pPr>
              <w:pStyle w:val="SIBulletList2"/>
            </w:pPr>
            <w:r>
              <w:t>soil organic carbon</w:t>
            </w:r>
          </w:p>
          <w:p w14:paraId="45ACDFDC" w14:textId="77777777" w:rsidR="009F011F" w:rsidRDefault="00550D43" w:rsidP="009F011F">
            <w:pPr>
              <w:pStyle w:val="SIBulletList1"/>
            </w:pPr>
            <w:r w:rsidRPr="00550D43">
              <w:t xml:space="preserve">methods for estimating forest carbon stocks and changes in carbon stock </w:t>
            </w:r>
          </w:p>
          <w:p w14:paraId="79BA2F01" w14:textId="6EF00CEF" w:rsidR="009F011F" w:rsidRPr="009F011F" w:rsidRDefault="006F7F0F" w:rsidP="009F011F">
            <w:pPr>
              <w:pStyle w:val="SIBulletList2"/>
            </w:pPr>
            <w:r>
              <w:t>e</w:t>
            </w:r>
            <w:r w:rsidR="009F011F" w:rsidRPr="009F011F">
              <w:t>stimation by default factors</w:t>
            </w:r>
          </w:p>
          <w:p w14:paraId="76AA301F" w14:textId="00A9C85D" w:rsidR="009F011F" w:rsidRPr="009F011F" w:rsidRDefault="006F7F0F" w:rsidP="009F011F">
            <w:pPr>
              <w:pStyle w:val="SIBulletList2"/>
            </w:pPr>
            <w:r>
              <w:t>e</w:t>
            </w:r>
            <w:r w:rsidR="009F011F" w:rsidRPr="009F011F">
              <w:t>stimation by modelling</w:t>
            </w:r>
          </w:p>
          <w:p w14:paraId="7A0511B7" w14:textId="0C7858AD" w:rsidR="009F011F" w:rsidRPr="009F011F" w:rsidRDefault="006F7F0F" w:rsidP="009F011F">
            <w:pPr>
              <w:pStyle w:val="SIBulletList2"/>
            </w:pPr>
            <w:r>
              <w:t>e</w:t>
            </w:r>
            <w:r w:rsidR="009F011F" w:rsidRPr="009F011F">
              <w:t>stimation by measurement</w:t>
            </w:r>
          </w:p>
          <w:p w14:paraId="7CCD8B63" w14:textId="77777777" w:rsidR="00567DE8" w:rsidRDefault="00567DE8" w:rsidP="009F011F">
            <w:pPr>
              <w:pStyle w:val="SIBulletList1"/>
            </w:pPr>
            <w:r>
              <w:t>techniques for measuring land areas</w:t>
            </w:r>
          </w:p>
          <w:p w14:paraId="627DF9F7" w14:textId="5ED56904" w:rsidR="009A124F" w:rsidRPr="009A124F" w:rsidRDefault="00567DE8" w:rsidP="009F011F">
            <w:pPr>
              <w:pStyle w:val="SIBulletList1"/>
            </w:pPr>
            <w:r>
              <w:t>sampling design</w:t>
            </w:r>
            <w:r w:rsidR="009A124F" w:rsidRPr="009A124F">
              <w:t xml:space="preserve"> and sampling methods for estimating carbon stocks.</w:t>
            </w:r>
          </w:p>
          <w:p w14:paraId="5ABFDABB" w14:textId="15136635" w:rsidR="00B43B91" w:rsidRDefault="00B43B91" w:rsidP="009F011F">
            <w:pPr>
              <w:pStyle w:val="SIBulletList1"/>
            </w:pPr>
            <w:r>
              <w:t>techniques for conducting measurements in sampling plots</w:t>
            </w:r>
          </w:p>
          <w:p w14:paraId="09F47F2E" w14:textId="1615113A" w:rsidR="008461F9" w:rsidRDefault="00B43B91" w:rsidP="009F011F">
            <w:pPr>
              <w:pStyle w:val="SIBulletList1"/>
            </w:pPr>
            <w:r>
              <w:t xml:space="preserve">quality </w:t>
            </w:r>
            <w:r w:rsidR="008461F9">
              <w:t>assurance</w:t>
            </w:r>
            <w:r>
              <w:t xml:space="preserve"> and quality control </w:t>
            </w:r>
            <w:r w:rsidR="00C27167">
              <w:t xml:space="preserve">techniques used </w:t>
            </w:r>
            <w:r w:rsidR="008461F9">
              <w:t>in forest carbon inventory</w:t>
            </w:r>
          </w:p>
          <w:p w14:paraId="15EB53FF" w14:textId="6A66EF3A" w:rsidR="009A124F" w:rsidRPr="009A124F" w:rsidRDefault="00342E76" w:rsidP="009F011F">
            <w:pPr>
              <w:pStyle w:val="SIBulletList1"/>
            </w:pPr>
            <w:r>
              <w:t>s</w:t>
            </w:r>
            <w:r w:rsidR="009A124F" w:rsidRPr="009A124F">
              <w:t>tatistical analysis techniques applicable to biomass and carbon assessments.</w:t>
            </w:r>
          </w:p>
          <w:p w14:paraId="594042BC" w14:textId="03BC8B4B" w:rsidR="00F1480E" w:rsidRPr="000754EC" w:rsidRDefault="00342E76" w:rsidP="008461F9">
            <w:pPr>
              <w:pStyle w:val="SIBulletList1"/>
            </w:pPr>
            <w:r>
              <w:t>m</w:t>
            </w:r>
            <w:r w:rsidR="009A124F" w:rsidRPr="009A124F">
              <w:t>ethods used to predict biomass growth and carbon stock growth, specifically the use of growth models</w:t>
            </w:r>
            <w:r w:rsidR="0029507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C2298EE" w14:textId="77777777" w:rsidR="00A25747" w:rsidRPr="007D5886" w:rsidRDefault="00A25747" w:rsidP="007D588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D5886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1651C1C6" w14:textId="77777777" w:rsidR="00A25747" w:rsidRPr="007D5886" w:rsidRDefault="00A25747" w:rsidP="007D588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D5886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9837E34" w14:textId="21C82A43" w:rsidR="00A25747" w:rsidRPr="007D5886" w:rsidRDefault="00A25747" w:rsidP="007D588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D5886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7D5886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248D705A" w14:textId="77777777" w:rsidR="00A25747" w:rsidRPr="007D5886" w:rsidRDefault="00A25747" w:rsidP="007D588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D5886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7D5886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7D5886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611BEFE8" w14:textId="221AF1C4" w:rsidR="00A25747" w:rsidRPr="00A25747" w:rsidRDefault="00A25747" w:rsidP="00A25747">
            <w:pPr>
              <w:pStyle w:val="SIBulletList2"/>
            </w:pPr>
            <w:r>
              <w:t xml:space="preserve">reference materials on carbon reduction strategies and </w:t>
            </w:r>
            <w:r w:rsidRPr="00A25747">
              <w:t xml:space="preserve">estimating forest carbon </w:t>
            </w:r>
            <w:proofErr w:type="gramStart"/>
            <w:r w:rsidRPr="00A25747">
              <w:t>stock</w:t>
            </w:r>
            <w:proofErr w:type="gramEnd"/>
          </w:p>
          <w:p w14:paraId="07CF6E80" w14:textId="77777777" w:rsidR="00A25747" w:rsidRPr="007D5886" w:rsidRDefault="00A25747" w:rsidP="007D588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D5886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4F059057" w14:textId="317D85ED" w:rsidR="001912FF" w:rsidRDefault="001912FF" w:rsidP="00A25747">
            <w:pPr>
              <w:pStyle w:val="SIBulletList2"/>
            </w:pPr>
            <w:r>
              <w:t xml:space="preserve">workplace policy and procedures on </w:t>
            </w:r>
            <w:r w:rsidRPr="001912FF">
              <w:t>estimating forest carbon stock</w:t>
            </w:r>
            <w:r w:rsidR="00327BB8">
              <w:t>.</w:t>
            </w:r>
          </w:p>
          <w:p w14:paraId="3787B2C2" w14:textId="77777777" w:rsidR="00327BB8" w:rsidRPr="00A25747" w:rsidRDefault="00327BB8" w:rsidP="00327BB8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08E6DD7E" w:rsidR="00DA54B5" w:rsidRPr="007D5886" w:rsidRDefault="00A25747" w:rsidP="007D588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D5886">
              <w:rPr>
                <w:rStyle w:val="SITemporaryText-red"/>
                <w:color w:val="auto"/>
                <w:sz w:val="20"/>
              </w:rPr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CBACE" w14:textId="77777777" w:rsidR="00A2156C" w:rsidRDefault="00A2156C" w:rsidP="00BF3F0A">
      <w:r>
        <w:separator/>
      </w:r>
    </w:p>
    <w:p w14:paraId="0BD75AF0" w14:textId="77777777" w:rsidR="00A2156C" w:rsidRDefault="00A2156C"/>
  </w:endnote>
  <w:endnote w:type="continuationSeparator" w:id="0">
    <w:p w14:paraId="25C2A9FB" w14:textId="77777777" w:rsidR="00A2156C" w:rsidRDefault="00A2156C" w:rsidP="00BF3F0A">
      <w:r>
        <w:continuationSeparator/>
      </w:r>
    </w:p>
    <w:p w14:paraId="37FFD4FB" w14:textId="77777777" w:rsidR="00A2156C" w:rsidRDefault="00A215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8A8D1" w14:textId="77777777" w:rsidR="00A46F3D" w:rsidRDefault="00A46F3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9301A" w14:textId="77777777" w:rsidR="00A46F3D" w:rsidRDefault="00A46F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85BBF" w14:textId="77777777" w:rsidR="00A2156C" w:rsidRDefault="00A2156C" w:rsidP="00BF3F0A">
      <w:r>
        <w:separator/>
      </w:r>
    </w:p>
    <w:p w14:paraId="1D845C18" w14:textId="77777777" w:rsidR="00A2156C" w:rsidRDefault="00A2156C"/>
  </w:footnote>
  <w:footnote w:type="continuationSeparator" w:id="0">
    <w:p w14:paraId="68BAB2CF" w14:textId="77777777" w:rsidR="00A2156C" w:rsidRDefault="00A2156C" w:rsidP="00BF3F0A">
      <w:r>
        <w:continuationSeparator/>
      </w:r>
    </w:p>
    <w:p w14:paraId="5D6AAD4D" w14:textId="77777777" w:rsidR="00A2156C" w:rsidRDefault="00A215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4D3D3" w14:textId="77777777" w:rsidR="00A46F3D" w:rsidRDefault="00A46F3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5DCFF556" w:rsidR="009C2650" w:rsidRPr="009A124F" w:rsidRDefault="009A124F" w:rsidP="009A124F">
    <w:r w:rsidRPr="009A124F">
      <w:t>FWPFGM</w:t>
    </w:r>
    <w:r w:rsidR="00A46F3D">
      <w:t>5</w:t>
    </w:r>
    <w:r w:rsidR="00207A66">
      <w:t xml:space="preserve">XXX Apply knowledge of forestry contributions to carbon reduction </w:t>
    </w:r>
    <w:proofErr w:type="gramStart"/>
    <w:r w:rsidR="00207A66">
      <w:t>strategies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CE873" w14:textId="77777777" w:rsidR="00A46F3D" w:rsidRDefault="00A46F3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066D2"/>
    <w:multiLevelType w:val="multilevel"/>
    <w:tmpl w:val="80B071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16D5E"/>
    <w:multiLevelType w:val="multilevel"/>
    <w:tmpl w:val="15FE20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FB1F64"/>
    <w:multiLevelType w:val="multilevel"/>
    <w:tmpl w:val="D06C7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0B634E"/>
    <w:multiLevelType w:val="multilevel"/>
    <w:tmpl w:val="C994B4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CA2638"/>
    <w:multiLevelType w:val="multilevel"/>
    <w:tmpl w:val="C0481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CF2561"/>
    <w:multiLevelType w:val="multilevel"/>
    <w:tmpl w:val="8048BE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4B5DCB"/>
    <w:multiLevelType w:val="multilevel"/>
    <w:tmpl w:val="0D2822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6963A32"/>
    <w:multiLevelType w:val="multilevel"/>
    <w:tmpl w:val="AF7812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28030A"/>
    <w:multiLevelType w:val="multilevel"/>
    <w:tmpl w:val="AE7EB8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795787"/>
    <w:multiLevelType w:val="multilevel"/>
    <w:tmpl w:val="43069E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D00393"/>
    <w:multiLevelType w:val="multilevel"/>
    <w:tmpl w:val="B3E874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9E4E93"/>
    <w:multiLevelType w:val="multilevel"/>
    <w:tmpl w:val="558EA2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B84171"/>
    <w:multiLevelType w:val="multilevel"/>
    <w:tmpl w:val="81D2EA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A95597"/>
    <w:multiLevelType w:val="multilevel"/>
    <w:tmpl w:val="8E32A8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0C4DFC"/>
    <w:multiLevelType w:val="multilevel"/>
    <w:tmpl w:val="27B499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494F9F"/>
    <w:multiLevelType w:val="multilevel"/>
    <w:tmpl w:val="979CB6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9677050"/>
    <w:multiLevelType w:val="multilevel"/>
    <w:tmpl w:val="D7847B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2007A6"/>
    <w:multiLevelType w:val="multilevel"/>
    <w:tmpl w:val="228A77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0C6708"/>
    <w:multiLevelType w:val="multilevel"/>
    <w:tmpl w:val="BF1AF1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2F3753"/>
    <w:multiLevelType w:val="multilevel"/>
    <w:tmpl w:val="6DB637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8833A7"/>
    <w:multiLevelType w:val="multilevel"/>
    <w:tmpl w:val="7F08B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8F21FE2"/>
    <w:multiLevelType w:val="multilevel"/>
    <w:tmpl w:val="A940A6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C25EA9"/>
    <w:multiLevelType w:val="multilevel"/>
    <w:tmpl w:val="730E3D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57B33DD4"/>
    <w:multiLevelType w:val="multilevel"/>
    <w:tmpl w:val="45D691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0334553"/>
    <w:multiLevelType w:val="multilevel"/>
    <w:tmpl w:val="AB1E3C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26B00AF"/>
    <w:multiLevelType w:val="multilevel"/>
    <w:tmpl w:val="E62A9F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230D4B"/>
    <w:multiLevelType w:val="multilevel"/>
    <w:tmpl w:val="2B76BF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800104"/>
    <w:multiLevelType w:val="multilevel"/>
    <w:tmpl w:val="3222A4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D46F1A"/>
    <w:multiLevelType w:val="multilevel"/>
    <w:tmpl w:val="F72AD0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BF31378"/>
    <w:multiLevelType w:val="multilevel"/>
    <w:tmpl w:val="44AAA8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3E7558"/>
    <w:multiLevelType w:val="multilevel"/>
    <w:tmpl w:val="07A6C1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FA14538"/>
    <w:multiLevelType w:val="multilevel"/>
    <w:tmpl w:val="8034B9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9284A60"/>
    <w:multiLevelType w:val="multilevel"/>
    <w:tmpl w:val="02585D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CD97310"/>
    <w:multiLevelType w:val="multilevel"/>
    <w:tmpl w:val="F7004D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26"/>
  </w:num>
  <w:num w:numId="3">
    <w:abstractNumId w:val="14"/>
  </w:num>
  <w:num w:numId="4">
    <w:abstractNumId w:val="23"/>
  </w:num>
  <w:num w:numId="5">
    <w:abstractNumId w:val="34"/>
  </w:num>
  <w:num w:numId="6">
    <w:abstractNumId w:val="4"/>
  </w:num>
  <w:num w:numId="7">
    <w:abstractNumId w:val="36"/>
  </w:num>
  <w:num w:numId="8">
    <w:abstractNumId w:val="0"/>
  </w:num>
  <w:num w:numId="9">
    <w:abstractNumId w:val="30"/>
  </w:num>
  <w:num w:numId="10">
    <w:abstractNumId w:val="37"/>
  </w:num>
  <w:num w:numId="11">
    <w:abstractNumId w:val="33"/>
  </w:num>
  <w:num w:numId="12">
    <w:abstractNumId w:val="20"/>
  </w:num>
  <w:num w:numId="13">
    <w:abstractNumId w:val="25"/>
  </w:num>
  <w:num w:numId="14">
    <w:abstractNumId w:val="38"/>
  </w:num>
  <w:num w:numId="15">
    <w:abstractNumId w:val="5"/>
  </w:num>
  <w:num w:numId="16">
    <w:abstractNumId w:val="22"/>
  </w:num>
  <w:num w:numId="17">
    <w:abstractNumId w:val="8"/>
  </w:num>
  <w:num w:numId="18">
    <w:abstractNumId w:val="11"/>
  </w:num>
  <w:num w:numId="19">
    <w:abstractNumId w:val="24"/>
  </w:num>
  <w:num w:numId="20">
    <w:abstractNumId w:val="29"/>
  </w:num>
  <w:num w:numId="21">
    <w:abstractNumId w:val="10"/>
  </w:num>
  <w:num w:numId="22">
    <w:abstractNumId w:val="9"/>
  </w:num>
  <w:num w:numId="23">
    <w:abstractNumId w:val="12"/>
  </w:num>
  <w:num w:numId="24">
    <w:abstractNumId w:val="13"/>
  </w:num>
  <w:num w:numId="25">
    <w:abstractNumId w:val="6"/>
  </w:num>
  <w:num w:numId="26">
    <w:abstractNumId w:val="28"/>
  </w:num>
  <w:num w:numId="27">
    <w:abstractNumId w:val="19"/>
  </w:num>
  <w:num w:numId="28">
    <w:abstractNumId w:val="21"/>
  </w:num>
  <w:num w:numId="29">
    <w:abstractNumId w:val="3"/>
  </w:num>
  <w:num w:numId="30">
    <w:abstractNumId w:val="32"/>
  </w:num>
  <w:num w:numId="31">
    <w:abstractNumId w:val="27"/>
  </w:num>
  <w:num w:numId="32">
    <w:abstractNumId w:val="35"/>
  </w:num>
  <w:num w:numId="33">
    <w:abstractNumId w:val="15"/>
  </w:num>
  <w:num w:numId="34">
    <w:abstractNumId w:val="1"/>
  </w:num>
  <w:num w:numId="35">
    <w:abstractNumId w:val="16"/>
  </w:num>
  <w:num w:numId="36">
    <w:abstractNumId w:val="2"/>
  </w:num>
  <w:num w:numId="37">
    <w:abstractNumId w:val="18"/>
  </w:num>
  <w:num w:numId="38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E0MDIxMTY1BlKWhko6SsGpxcWZ+XkgBYa1AHbWMHssAAAA"/>
  </w:docVars>
  <w:rsids>
    <w:rsidRoot w:val="00E933B0"/>
    <w:rsid w:val="000014B9"/>
    <w:rsid w:val="000040E2"/>
    <w:rsid w:val="00005A15"/>
    <w:rsid w:val="00006AAB"/>
    <w:rsid w:val="0001108F"/>
    <w:rsid w:val="000115E2"/>
    <w:rsid w:val="000126D0"/>
    <w:rsid w:val="0001296A"/>
    <w:rsid w:val="00013546"/>
    <w:rsid w:val="00015A0C"/>
    <w:rsid w:val="00016803"/>
    <w:rsid w:val="0002366C"/>
    <w:rsid w:val="00023992"/>
    <w:rsid w:val="000275AE"/>
    <w:rsid w:val="000314A6"/>
    <w:rsid w:val="00041E59"/>
    <w:rsid w:val="00061D25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4A67"/>
    <w:rsid w:val="00105AEA"/>
    <w:rsid w:val="001078BF"/>
    <w:rsid w:val="00127958"/>
    <w:rsid w:val="00132A5A"/>
    <w:rsid w:val="00133957"/>
    <w:rsid w:val="001372F6"/>
    <w:rsid w:val="00144385"/>
    <w:rsid w:val="00146EEC"/>
    <w:rsid w:val="00151D55"/>
    <w:rsid w:val="00151D76"/>
    <w:rsid w:val="00151D93"/>
    <w:rsid w:val="00156EF3"/>
    <w:rsid w:val="00176159"/>
    <w:rsid w:val="00176E4F"/>
    <w:rsid w:val="0018546B"/>
    <w:rsid w:val="001912FF"/>
    <w:rsid w:val="00197421"/>
    <w:rsid w:val="001A436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118"/>
    <w:rsid w:val="00207A66"/>
    <w:rsid w:val="0021210E"/>
    <w:rsid w:val="0021398A"/>
    <w:rsid w:val="0021414D"/>
    <w:rsid w:val="002212AD"/>
    <w:rsid w:val="00223124"/>
    <w:rsid w:val="00232350"/>
    <w:rsid w:val="00233143"/>
    <w:rsid w:val="00233E89"/>
    <w:rsid w:val="00234444"/>
    <w:rsid w:val="00242293"/>
    <w:rsid w:val="00244EA7"/>
    <w:rsid w:val="002460BF"/>
    <w:rsid w:val="00262FC3"/>
    <w:rsid w:val="00263092"/>
    <w:rsid w:val="0026394F"/>
    <w:rsid w:val="00267AF6"/>
    <w:rsid w:val="0027191C"/>
    <w:rsid w:val="00276DB8"/>
    <w:rsid w:val="00280859"/>
    <w:rsid w:val="00282664"/>
    <w:rsid w:val="00285FB8"/>
    <w:rsid w:val="00293F7D"/>
    <w:rsid w:val="002941A0"/>
    <w:rsid w:val="00295073"/>
    <w:rsid w:val="002970C3"/>
    <w:rsid w:val="002A4CD3"/>
    <w:rsid w:val="002A6CC4"/>
    <w:rsid w:val="002B4352"/>
    <w:rsid w:val="002B796F"/>
    <w:rsid w:val="002C2F55"/>
    <w:rsid w:val="002C55E9"/>
    <w:rsid w:val="002D0C8B"/>
    <w:rsid w:val="002D25D8"/>
    <w:rsid w:val="002D330A"/>
    <w:rsid w:val="002D49DA"/>
    <w:rsid w:val="002D730A"/>
    <w:rsid w:val="002E170C"/>
    <w:rsid w:val="002E180F"/>
    <w:rsid w:val="002E193E"/>
    <w:rsid w:val="002E43DA"/>
    <w:rsid w:val="002F2BF6"/>
    <w:rsid w:val="002F698E"/>
    <w:rsid w:val="0030082A"/>
    <w:rsid w:val="00302608"/>
    <w:rsid w:val="00305EFF"/>
    <w:rsid w:val="0030600B"/>
    <w:rsid w:val="00310A6A"/>
    <w:rsid w:val="003144E6"/>
    <w:rsid w:val="00323D6D"/>
    <w:rsid w:val="00327BB8"/>
    <w:rsid w:val="00333E52"/>
    <w:rsid w:val="00337E82"/>
    <w:rsid w:val="00342E76"/>
    <w:rsid w:val="00346FDC"/>
    <w:rsid w:val="00350BB1"/>
    <w:rsid w:val="00352C83"/>
    <w:rsid w:val="003607F4"/>
    <w:rsid w:val="0036195A"/>
    <w:rsid w:val="00366805"/>
    <w:rsid w:val="0037067D"/>
    <w:rsid w:val="00373436"/>
    <w:rsid w:val="00381593"/>
    <w:rsid w:val="0038735B"/>
    <w:rsid w:val="003909B8"/>
    <w:rsid w:val="003916D1"/>
    <w:rsid w:val="00394C90"/>
    <w:rsid w:val="003A21F0"/>
    <w:rsid w:val="003A277F"/>
    <w:rsid w:val="003A58BA"/>
    <w:rsid w:val="003A5AE7"/>
    <w:rsid w:val="003A7221"/>
    <w:rsid w:val="003B3493"/>
    <w:rsid w:val="003C0689"/>
    <w:rsid w:val="003C13AE"/>
    <w:rsid w:val="003C7152"/>
    <w:rsid w:val="003D2E73"/>
    <w:rsid w:val="003E1403"/>
    <w:rsid w:val="003E4E71"/>
    <w:rsid w:val="003E4F23"/>
    <w:rsid w:val="003E72B6"/>
    <w:rsid w:val="003E7BBE"/>
    <w:rsid w:val="003F4D01"/>
    <w:rsid w:val="004127E3"/>
    <w:rsid w:val="00412E84"/>
    <w:rsid w:val="0042186E"/>
    <w:rsid w:val="0043212E"/>
    <w:rsid w:val="00434366"/>
    <w:rsid w:val="00434ECE"/>
    <w:rsid w:val="00435BA6"/>
    <w:rsid w:val="00444423"/>
    <w:rsid w:val="00445701"/>
    <w:rsid w:val="00445DDA"/>
    <w:rsid w:val="00452F3E"/>
    <w:rsid w:val="00452F51"/>
    <w:rsid w:val="0046239A"/>
    <w:rsid w:val="00462731"/>
    <w:rsid w:val="004640AE"/>
    <w:rsid w:val="004679E3"/>
    <w:rsid w:val="00475172"/>
    <w:rsid w:val="004758B0"/>
    <w:rsid w:val="00475F76"/>
    <w:rsid w:val="004832D2"/>
    <w:rsid w:val="00485559"/>
    <w:rsid w:val="00495E9C"/>
    <w:rsid w:val="00496F2B"/>
    <w:rsid w:val="004A142B"/>
    <w:rsid w:val="004A1F3D"/>
    <w:rsid w:val="004A3860"/>
    <w:rsid w:val="004A3BBF"/>
    <w:rsid w:val="004A44E8"/>
    <w:rsid w:val="004A581D"/>
    <w:rsid w:val="004A7706"/>
    <w:rsid w:val="004A77E3"/>
    <w:rsid w:val="004B29B7"/>
    <w:rsid w:val="004B7A28"/>
    <w:rsid w:val="004C1FFC"/>
    <w:rsid w:val="004C2244"/>
    <w:rsid w:val="004C79A1"/>
    <w:rsid w:val="004D0D5F"/>
    <w:rsid w:val="004D1569"/>
    <w:rsid w:val="004D44B1"/>
    <w:rsid w:val="004D4DBC"/>
    <w:rsid w:val="004E0460"/>
    <w:rsid w:val="004E1579"/>
    <w:rsid w:val="004E4EDA"/>
    <w:rsid w:val="004E5FAE"/>
    <w:rsid w:val="004E6245"/>
    <w:rsid w:val="004E6741"/>
    <w:rsid w:val="004E7094"/>
    <w:rsid w:val="004F265E"/>
    <w:rsid w:val="004F3487"/>
    <w:rsid w:val="004F5DC7"/>
    <w:rsid w:val="004F78DA"/>
    <w:rsid w:val="005145AB"/>
    <w:rsid w:val="00515E82"/>
    <w:rsid w:val="00520E9A"/>
    <w:rsid w:val="005248C1"/>
    <w:rsid w:val="00526134"/>
    <w:rsid w:val="00536ECD"/>
    <w:rsid w:val="005405B2"/>
    <w:rsid w:val="005427C8"/>
    <w:rsid w:val="005446D1"/>
    <w:rsid w:val="00550D43"/>
    <w:rsid w:val="0055221A"/>
    <w:rsid w:val="00556C4C"/>
    <w:rsid w:val="00557369"/>
    <w:rsid w:val="00557D22"/>
    <w:rsid w:val="00564ADD"/>
    <w:rsid w:val="00567DE8"/>
    <w:rsid w:val="005708EB"/>
    <w:rsid w:val="005709C8"/>
    <w:rsid w:val="00572E61"/>
    <w:rsid w:val="00575BC6"/>
    <w:rsid w:val="00581C55"/>
    <w:rsid w:val="00583902"/>
    <w:rsid w:val="005A1D70"/>
    <w:rsid w:val="005A3AA5"/>
    <w:rsid w:val="005A6C9C"/>
    <w:rsid w:val="005A74DC"/>
    <w:rsid w:val="005B25C7"/>
    <w:rsid w:val="005B2B66"/>
    <w:rsid w:val="005B4399"/>
    <w:rsid w:val="005B5146"/>
    <w:rsid w:val="005C3FB7"/>
    <w:rsid w:val="005D1AFD"/>
    <w:rsid w:val="005D413D"/>
    <w:rsid w:val="005E0407"/>
    <w:rsid w:val="005E2513"/>
    <w:rsid w:val="005E51E6"/>
    <w:rsid w:val="005F027A"/>
    <w:rsid w:val="005F33CC"/>
    <w:rsid w:val="005F771F"/>
    <w:rsid w:val="00600FAE"/>
    <w:rsid w:val="006121D4"/>
    <w:rsid w:val="00613B49"/>
    <w:rsid w:val="00616845"/>
    <w:rsid w:val="00620E8E"/>
    <w:rsid w:val="00633CFE"/>
    <w:rsid w:val="00634FCA"/>
    <w:rsid w:val="006366FC"/>
    <w:rsid w:val="00643D1B"/>
    <w:rsid w:val="006452B8"/>
    <w:rsid w:val="00652E62"/>
    <w:rsid w:val="006669A2"/>
    <w:rsid w:val="00672023"/>
    <w:rsid w:val="00681E3D"/>
    <w:rsid w:val="00686A49"/>
    <w:rsid w:val="00687B62"/>
    <w:rsid w:val="00690C44"/>
    <w:rsid w:val="006969D9"/>
    <w:rsid w:val="006A2B68"/>
    <w:rsid w:val="006C2BF0"/>
    <w:rsid w:val="006C2F32"/>
    <w:rsid w:val="006C794B"/>
    <w:rsid w:val="006D17D4"/>
    <w:rsid w:val="006D1AF9"/>
    <w:rsid w:val="006D38C3"/>
    <w:rsid w:val="006D4448"/>
    <w:rsid w:val="006D516D"/>
    <w:rsid w:val="006D6DFD"/>
    <w:rsid w:val="006E2C4D"/>
    <w:rsid w:val="006E42FE"/>
    <w:rsid w:val="006F0D02"/>
    <w:rsid w:val="006F10FE"/>
    <w:rsid w:val="006F26D5"/>
    <w:rsid w:val="006F2C0A"/>
    <w:rsid w:val="006F3622"/>
    <w:rsid w:val="006F7003"/>
    <w:rsid w:val="006F7F0F"/>
    <w:rsid w:val="00705EEC"/>
    <w:rsid w:val="00707741"/>
    <w:rsid w:val="00711BAB"/>
    <w:rsid w:val="007134FE"/>
    <w:rsid w:val="00715794"/>
    <w:rsid w:val="00717385"/>
    <w:rsid w:val="00722769"/>
    <w:rsid w:val="00722DD8"/>
    <w:rsid w:val="00726E64"/>
    <w:rsid w:val="00727901"/>
    <w:rsid w:val="0073075B"/>
    <w:rsid w:val="0073404B"/>
    <w:rsid w:val="007341FF"/>
    <w:rsid w:val="007404E9"/>
    <w:rsid w:val="007444CF"/>
    <w:rsid w:val="00751F7E"/>
    <w:rsid w:val="00752943"/>
    <w:rsid w:val="00752C75"/>
    <w:rsid w:val="00757005"/>
    <w:rsid w:val="00761DBE"/>
    <w:rsid w:val="0076523B"/>
    <w:rsid w:val="00771B60"/>
    <w:rsid w:val="00772B54"/>
    <w:rsid w:val="00773EDF"/>
    <w:rsid w:val="007741B7"/>
    <w:rsid w:val="00781D77"/>
    <w:rsid w:val="00782A0B"/>
    <w:rsid w:val="00783549"/>
    <w:rsid w:val="007860B7"/>
    <w:rsid w:val="00786DC8"/>
    <w:rsid w:val="00787E00"/>
    <w:rsid w:val="00787F3D"/>
    <w:rsid w:val="007A300D"/>
    <w:rsid w:val="007B5138"/>
    <w:rsid w:val="007D588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C5C"/>
    <w:rsid w:val="00830267"/>
    <w:rsid w:val="008306E7"/>
    <w:rsid w:val="008322BE"/>
    <w:rsid w:val="00834BC8"/>
    <w:rsid w:val="00836035"/>
    <w:rsid w:val="00837FD6"/>
    <w:rsid w:val="008461F9"/>
    <w:rsid w:val="00847B60"/>
    <w:rsid w:val="00850243"/>
    <w:rsid w:val="00851BE5"/>
    <w:rsid w:val="008545EB"/>
    <w:rsid w:val="00865011"/>
    <w:rsid w:val="008830C1"/>
    <w:rsid w:val="00886790"/>
    <w:rsid w:val="008908DE"/>
    <w:rsid w:val="008A12ED"/>
    <w:rsid w:val="008A39D3"/>
    <w:rsid w:val="008B0C86"/>
    <w:rsid w:val="008B2C77"/>
    <w:rsid w:val="008B4AD2"/>
    <w:rsid w:val="008B5CE1"/>
    <w:rsid w:val="008B7138"/>
    <w:rsid w:val="008D05DC"/>
    <w:rsid w:val="008E260C"/>
    <w:rsid w:val="008E39BE"/>
    <w:rsid w:val="008E62EC"/>
    <w:rsid w:val="008E6506"/>
    <w:rsid w:val="008F096D"/>
    <w:rsid w:val="008F32F6"/>
    <w:rsid w:val="00905CBF"/>
    <w:rsid w:val="00916CD7"/>
    <w:rsid w:val="0092080F"/>
    <w:rsid w:val="00920927"/>
    <w:rsid w:val="00921B38"/>
    <w:rsid w:val="00923720"/>
    <w:rsid w:val="009278C9"/>
    <w:rsid w:val="00932CD7"/>
    <w:rsid w:val="00943BEE"/>
    <w:rsid w:val="00944C09"/>
    <w:rsid w:val="009527CB"/>
    <w:rsid w:val="00953835"/>
    <w:rsid w:val="00960F6C"/>
    <w:rsid w:val="00970747"/>
    <w:rsid w:val="0099541D"/>
    <w:rsid w:val="00997BFC"/>
    <w:rsid w:val="009A124F"/>
    <w:rsid w:val="009A22C1"/>
    <w:rsid w:val="009A5900"/>
    <w:rsid w:val="009A6E6C"/>
    <w:rsid w:val="009A6F3F"/>
    <w:rsid w:val="009B24A6"/>
    <w:rsid w:val="009B331A"/>
    <w:rsid w:val="009B7C00"/>
    <w:rsid w:val="009C2650"/>
    <w:rsid w:val="009C3278"/>
    <w:rsid w:val="009D15E2"/>
    <w:rsid w:val="009D15FE"/>
    <w:rsid w:val="009D5D2C"/>
    <w:rsid w:val="009F011F"/>
    <w:rsid w:val="009F0DCC"/>
    <w:rsid w:val="009F11CA"/>
    <w:rsid w:val="009F3E13"/>
    <w:rsid w:val="009F6024"/>
    <w:rsid w:val="00A010D8"/>
    <w:rsid w:val="00A027D4"/>
    <w:rsid w:val="00A0687A"/>
    <w:rsid w:val="00A0695B"/>
    <w:rsid w:val="00A13052"/>
    <w:rsid w:val="00A2156C"/>
    <w:rsid w:val="00A216A8"/>
    <w:rsid w:val="00A223A6"/>
    <w:rsid w:val="00A25747"/>
    <w:rsid w:val="00A3639E"/>
    <w:rsid w:val="00A46F3D"/>
    <w:rsid w:val="00A5092E"/>
    <w:rsid w:val="00A554D6"/>
    <w:rsid w:val="00A5666C"/>
    <w:rsid w:val="00A56674"/>
    <w:rsid w:val="00A56E14"/>
    <w:rsid w:val="00A6476B"/>
    <w:rsid w:val="00A67E5A"/>
    <w:rsid w:val="00A73963"/>
    <w:rsid w:val="00A76C6C"/>
    <w:rsid w:val="00A87356"/>
    <w:rsid w:val="00A87821"/>
    <w:rsid w:val="00A92DD1"/>
    <w:rsid w:val="00A94EE8"/>
    <w:rsid w:val="00AA31F4"/>
    <w:rsid w:val="00AA5338"/>
    <w:rsid w:val="00AA5927"/>
    <w:rsid w:val="00AB1B8E"/>
    <w:rsid w:val="00AB3EC1"/>
    <w:rsid w:val="00AB46DE"/>
    <w:rsid w:val="00AB51ED"/>
    <w:rsid w:val="00AC0696"/>
    <w:rsid w:val="00AC0A19"/>
    <w:rsid w:val="00AC4C98"/>
    <w:rsid w:val="00AC5F6B"/>
    <w:rsid w:val="00AD3896"/>
    <w:rsid w:val="00AD5B47"/>
    <w:rsid w:val="00AE1ED9"/>
    <w:rsid w:val="00AE32CB"/>
    <w:rsid w:val="00AE609D"/>
    <w:rsid w:val="00AF1E80"/>
    <w:rsid w:val="00AF3957"/>
    <w:rsid w:val="00B0712C"/>
    <w:rsid w:val="00B10E79"/>
    <w:rsid w:val="00B12013"/>
    <w:rsid w:val="00B22C67"/>
    <w:rsid w:val="00B256B9"/>
    <w:rsid w:val="00B3508F"/>
    <w:rsid w:val="00B43B91"/>
    <w:rsid w:val="00B443EE"/>
    <w:rsid w:val="00B46347"/>
    <w:rsid w:val="00B560C8"/>
    <w:rsid w:val="00B61150"/>
    <w:rsid w:val="00B65BC7"/>
    <w:rsid w:val="00B66F68"/>
    <w:rsid w:val="00B72654"/>
    <w:rsid w:val="00B746B9"/>
    <w:rsid w:val="00B76D96"/>
    <w:rsid w:val="00B848D4"/>
    <w:rsid w:val="00B865B7"/>
    <w:rsid w:val="00B91B97"/>
    <w:rsid w:val="00B95437"/>
    <w:rsid w:val="00B97509"/>
    <w:rsid w:val="00BA1CB1"/>
    <w:rsid w:val="00BA4178"/>
    <w:rsid w:val="00BA482D"/>
    <w:rsid w:val="00BA72E6"/>
    <w:rsid w:val="00BB1755"/>
    <w:rsid w:val="00BB23F4"/>
    <w:rsid w:val="00BC5075"/>
    <w:rsid w:val="00BC5419"/>
    <w:rsid w:val="00BC6045"/>
    <w:rsid w:val="00BD3B0F"/>
    <w:rsid w:val="00BD4BBA"/>
    <w:rsid w:val="00BD7445"/>
    <w:rsid w:val="00BE0098"/>
    <w:rsid w:val="00BE1B8C"/>
    <w:rsid w:val="00BE3960"/>
    <w:rsid w:val="00BE48D1"/>
    <w:rsid w:val="00BE5889"/>
    <w:rsid w:val="00BF1D4C"/>
    <w:rsid w:val="00BF3F0A"/>
    <w:rsid w:val="00C143C3"/>
    <w:rsid w:val="00C1739B"/>
    <w:rsid w:val="00C17710"/>
    <w:rsid w:val="00C21ADE"/>
    <w:rsid w:val="00C26067"/>
    <w:rsid w:val="00C27167"/>
    <w:rsid w:val="00C30A29"/>
    <w:rsid w:val="00C317DC"/>
    <w:rsid w:val="00C34B2B"/>
    <w:rsid w:val="00C578E9"/>
    <w:rsid w:val="00C61696"/>
    <w:rsid w:val="00C70626"/>
    <w:rsid w:val="00C72860"/>
    <w:rsid w:val="00C73582"/>
    <w:rsid w:val="00C73B90"/>
    <w:rsid w:val="00C742EC"/>
    <w:rsid w:val="00C966B8"/>
    <w:rsid w:val="00C96AF3"/>
    <w:rsid w:val="00C97B29"/>
    <w:rsid w:val="00C97CCC"/>
    <w:rsid w:val="00CA0274"/>
    <w:rsid w:val="00CA139A"/>
    <w:rsid w:val="00CA51F1"/>
    <w:rsid w:val="00CB53F2"/>
    <w:rsid w:val="00CB746F"/>
    <w:rsid w:val="00CC451E"/>
    <w:rsid w:val="00CD4D5E"/>
    <w:rsid w:val="00CD4E9D"/>
    <w:rsid w:val="00CD4F4D"/>
    <w:rsid w:val="00CE0056"/>
    <w:rsid w:val="00CE65A2"/>
    <w:rsid w:val="00CE6E43"/>
    <w:rsid w:val="00CE7D19"/>
    <w:rsid w:val="00CE7DBA"/>
    <w:rsid w:val="00CF0CF5"/>
    <w:rsid w:val="00CF2B3E"/>
    <w:rsid w:val="00CF6F7E"/>
    <w:rsid w:val="00D0201F"/>
    <w:rsid w:val="00D026A5"/>
    <w:rsid w:val="00D033C9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7E62"/>
    <w:rsid w:val="00D71E43"/>
    <w:rsid w:val="00D727F3"/>
    <w:rsid w:val="00D73695"/>
    <w:rsid w:val="00D810DE"/>
    <w:rsid w:val="00D82049"/>
    <w:rsid w:val="00D875B5"/>
    <w:rsid w:val="00D87D32"/>
    <w:rsid w:val="00D91188"/>
    <w:rsid w:val="00D92C83"/>
    <w:rsid w:val="00D97257"/>
    <w:rsid w:val="00DA0A81"/>
    <w:rsid w:val="00DA1865"/>
    <w:rsid w:val="00DA3C10"/>
    <w:rsid w:val="00DA53B5"/>
    <w:rsid w:val="00DA54B5"/>
    <w:rsid w:val="00DB0AC7"/>
    <w:rsid w:val="00DB20AD"/>
    <w:rsid w:val="00DB6B56"/>
    <w:rsid w:val="00DC1D69"/>
    <w:rsid w:val="00DC54FF"/>
    <w:rsid w:val="00DC5A3A"/>
    <w:rsid w:val="00DD0726"/>
    <w:rsid w:val="00DD3C1C"/>
    <w:rsid w:val="00DE321E"/>
    <w:rsid w:val="00DE35FB"/>
    <w:rsid w:val="00DE3DB1"/>
    <w:rsid w:val="00DE6E0D"/>
    <w:rsid w:val="00DF138A"/>
    <w:rsid w:val="00DF3361"/>
    <w:rsid w:val="00DF62A4"/>
    <w:rsid w:val="00E12AD9"/>
    <w:rsid w:val="00E238E6"/>
    <w:rsid w:val="00E2602F"/>
    <w:rsid w:val="00E2708E"/>
    <w:rsid w:val="00E312BF"/>
    <w:rsid w:val="00E34CD8"/>
    <w:rsid w:val="00E35064"/>
    <w:rsid w:val="00E3681D"/>
    <w:rsid w:val="00E40225"/>
    <w:rsid w:val="00E46DDB"/>
    <w:rsid w:val="00E501F0"/>
    <w:rsid w:val="00E6166D"/>
    <w:rsid w:val="00E6469C"/>
    <w:rsid w:val="00E7580B"/>
    <w:rsid w:val="00E83365"/>
    <w:rsid w:val="00E86F28"/>
    <w:rsid w:val="00E91BFF"/>
    <w:rsid w:val="00E92933"/>
    <w:rsid w:val="00E933B0"/>
    <w:rsid w:val="00E94FAD"/>
    <w:rsid w:val="00E95498"/>
    <w:rsid w:val="00EA2FCF"/>
    <w:rsid w:val="00EB0AA4"/>
    <w:rsid w:val="00EB5C88"/>
    <w:rsid w:val="00EC0469"/>
    <w:rsid w:val="00EC0C3E"/>
    <w:rsid w:val="00ED3638"/>
    <w:rsid w:val="00ED6950"/>
    <w:rsid w:val="00ED6C87"/>
    <w:rsid w:val="00EF01F8"/>
    <w:rsid w:val="00EF074A"/>
    <w:rsid w:val="00EF3268"/>
    <w:rsid w:val="00EF4039"/>
    <w:rsid w:val="00EF40EF"/>
    <w:rsid w:val="00EF47FE"/>
    <w:rsid w:val="00F004C7"/>
    <w:rsid w:val="00F0092A"/>
    <w:rsid w:val="00F0580B"/>
    <w:rsid w:val="00F06665"/>
    <w:rsid w:val="00F069BD"/>
    <w:rsid w:val="00F1480E"/>
    <w:rsid w:val="00F1497D"/>
    <w:rsid w:val="00F16AAC"/>
    <w:rsid w:val="00F233A9"/>
    <w:rsid w:val="00F23AD0"/>
    <w:rsid w:val="00F240EA"/>
    <w:rsid w:val="00F30C7D"/>
    <w:rsid w:val="00F33FF2"/>
    <w:rsid w:val="00F402CB"/>
    <w:rsid w:val="00F438FC"/>
    <w:rsid w:val="00F46164"/>
    <w:rsid w:val="00F53EB2"/>
    <w:rsid w:val="00F5616F"/>
    <w:rsid w:val="00F56451"/>
    <w:rsid w:val="00F56827"/>
    <w:rsid w:val="00F56906"/>
    <w:rsid w:val="00F602EE"/>
    <w:rsid w:val="00F62866"/>
    <w:rsid w:val="00F642AA"/>
    <w:rsid w:val="00F65EF0"/>
    <w:rsid w:val="00F71651"/>
    <w:rsid w:val="00F73B03"/>
    <w:rsid w:val="00F76191"/>
    <w:rsid w:val="00F76CC6"/>
    <w:rsid w:val="00F8149F"/>
    <w:rsid w:val="00F83978"/>
    <w:rsid w:val="00F83D7C"/>
    <w:rsid w:val="00F919AB"/>
    <w:rsid w:val="00F9494F"/>
    <w:rsid w:val="00FB232E"/>
    <w:rsid w:val="00FB6AFC"/>
    <w:rsid w:val="00FB6B6E"/>
    <w:rsid w:val="00FC0022"/>
    <w:rsid w:val="00FC0441"/>
    <w:rsid w:val="00FC5383"/>
    <w:rsid w:val="00FC5E5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E040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6D17D4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12795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94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85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3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2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75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61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5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75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8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82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2F2B5026-32C5-4682-BB76-46D51FDFCA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899BD0-B6DF-4EAC-AE83-761AB551F4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405</TotalTime>
  <Pages>4</Pages>
  <Words>1094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190</cp:revision>
  <cp:lastPrinted>2016-05-27T05:21:00Z</cp:lastPrinted>
  <dcterms:created xsi:type="dcterms:W3CDTF">2020-08-25T06:08:00Z</dcterms:created>
  <dcterms:modified xsi:type="dcterms:W3CDTF">2021-05-07T23:11:00Z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